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A81" w:rsidRDefault="00182A81" w:rsidP="000E0DB3">
      <w:pPr>
        <w:jc w:val="center"/>
        <w:rPr>
          <w:sz w:val="28"/>
          <w:szCs w:val="28"/>
        </w:rPr>
      </w:pPr>
      <w:r w:rsidRPr="00C73CAB">
        <w:rPr>
          <w:sz w:val="28"/>
          <w:szCs w:val="28"/>
        </w:rPr>
        <w:t xml:space="preserve">Урок </w:t>
      </w:r>
      <w:r>
        <w:rPr>
          <w:sz w:val="28"/>
          <w:szCs w:val="28"/>
        </w:rPr>
        <w:t>русского языка по программе «Школа России»</w:t>
      </w:r>
    </w:p>
    <w:p w:rsidR="00182A81" w:rsidRDefault="00182A81" w:rsidP="00736EDC">
      <w:pPr>
        <w:jc w:val="center"/>
        <w:rPr>
          <w:sz w:val="28"/>
          <w:szCs w:val="28"/>
        </w:rPr>
      </w:pPr>
      <w:r>
        <w:rPr>
          <w:sz w:val="28"/>
          <w:szCs w:val="28"/>
        </w:rPr>
        <w:t>(1 класс)</w:t>
      </w:r>
    </w:p>
    <w:p w:rsidR="00182A81" w:rsidRDefault="00182A81" w:rsidP="00F36D8B"/>
    <w:p w:rsidR="00182A81" w:rsidRPr="00046151" w:rsidRDefault="00182A81" w:rsidP="00F36D8B">
      <w:pPr>
        <w:rPr>
          <w:sz w:val="28"/>
          <w:szCs w:val="28"/>
        </w:rPr>
      </w:pPr>
      <w:r w:rsidRPr="00061A9E">
        <w:rPr>
          <w:b/>
          <w:sz w:val="28"/>
          <w:szCs w:val="28"/>
        </w:rPr>
        <w:t>Цель</w:t>
      </w:r>
      <w:r w:rsidRPr="00046151">
        <w:rPr>
          <w:sz w:val="28"/>
          <w:szCs w:val="28"/>
        </w:rPr>
        <w:t>: создать условия для формирования навыков письма слов с сочетаниями –чк, -чн, -чт без буквы ь; через применение имеющихся знаний учащихся, сформулировать вывод, почему в сочетаниях  -чк, -чн, -чт не пишется мягкий знак; содействовать совершенствованию умений оформлять предложения на письме; способствовать развитию внимания, речевых умений, логического и творческого мышления</w:t>
      </w:r>
      <w:r>
        <w:rPr>
          <w:sz w:val="28"/>
          <w:szCs w:val="28"/>
        </w:rPr>
        <w:t>. Работать над сохранением здоровья учащихся через применение разных приемов по здоровьесбережению.</w:t>
      </w:r>
    </w:p>
    <w:p w:rsidR="00182A81" w:rsidRPr="00061A9E" w:rsidRDefault="00182A81" w:rsidP="00F36D8B">
      <w:pPr>
        <w:rPr>
          <w:b/>
          <w:sz w:val="28"/>
          <w:szCs w:val="28"/>
        </w:rPr>
      </w:pPr>
      <w:r w:rsidRPr="00061A9E">
        <w:rPr>
          <w:b/>
          <w:sz w:val="28"/>
          <w:szCs w:val="28"/>
        </w:rPr>
        <w:t>Планируемые результаты:</w:t>
      </w:r>
    </w:p>
    <w:p w:rsidR="00182A81" w:rsidRPr="00046151" w:rsidRDefault="00182A81" w:rsidP="00F36D8B">
      <w:pPr>
        <w:rPr>
          <w:sz w:val="28"/>
          <w:szCs w:val="28"/>
        </w:rPr>
      </w:pPr>
      <w:r w:rsidRPr="00061A9E">
        <w:rPr>
          <w:b/>
          <w:sz w:val="28"/>
          <w:szCs w:val="28"/>
        </w:rPr>
        <w:t>Предметные:</w:t>
      </w:r>
      <w:r w:rsidRPr="00046151">
        <w:rPr>
          <w:sz w:val="28"/>
          <w:szCs w:val="28"/>
        </w:rPr>
        <w:t xml:space="preserve">  научатся выполнять правила записи предложений, слов с сочетаниями –чк, -чн, -чт.</w:t>
      </w:r>
    </w:p>
    <w:p w:rsidR="00182A81" w:rsidRPr="00046151" w:rsidRDefault="00182A81" w:rsidP="00046151">
      <w:pPr>
        <w:autoSpaceDE w:val="0"/>
        <w:autoSpaceDN w:val="0"/>
        <w:adjustRightInd w:val="0"/>
        <w:rPr>
          <w:b/>
          <w:sz w:val="28"/>
          <w:szCs w:val="28"/>
        </w:rPr>
      </w:pPr>
      <w:r w:rsidRPr="00046151">
        <w:rPr>
          <w:b/>
          <w:sz w:val="28"/>
          <w:szCs w:val="28"/>
        </w:rPr>
        <w:t xml:space="preserve">Метапредметные </w:t>
      </w:r>
    </w:p>
    <w:p w:rsidR="00182A81" w:rsidRPr="00046151" w:rsidRDefault="00182A81" w:rsidP="00046151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>
        <w:rPr>
          <w:b/>
          <w:i/>
          <w:sz w:val="28"/>
          <w:szCs w:val="28"/>
        </w:rPr>
        <w:t>Р</w:t>
      </w:r>
      <w:r w:rsidRPr="00046151">
        <w:rPr>
          <w:b/>
          <w:i/>
          <w:sz w:val="28"/>
          <w:szCs w:val="28"/>
        </w:rPr>
        <w:t>егулятивные</w:t>
      </w:r>
      <w:r w:rsidRPr="00046151">
        <w:rPr>
          <w:sz w:val="28"/>
          <w:szCs w:val="28"/>
        </w:rPr>
        <w:t xml:space="preserve">: </w:t>
      </w:r>
      <w:r w:rsidRPr="00046151">
        <w:rPr>
          <w:color w:val="000000"/>
          <w:sz w:val="28"/>
          <w:szCs w:val="28"/>
          <w:lang w:eastAsia="en-US"/>
        </w:rPr>
        <w:t xml:space="preserve">сверять свои действия с целью и при необходимости исправлять ошибки с помощью учителя и одноклассников; </w:t>
      </w:r>
    </w:p>
    <w:p w:rsidR="00182A81" w:rsidRPr="00046151" w:rsidRDefault="00182A81" w:rsidP="00046151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046151">
        <w:rPr>
          <w:color w:val="000000"/>
          <w:sz w:val="28"/>
          <w:szCs w:val="28"/>
          <w:lang w:eastAsia="en-US"/>
        </w:rPr>
        <w:t>- вырабатывать критерии оценки своих действий в диалоге с учителем, од</w:t>
      </w:r>
      <w:r>
        <w:rPr>
          <w:color w:val="000000"/>
          <w:sz w:val="28"/>
          <w:szCs w:val="28"/>
          <w:lang w:eastAsia="en-US"/>
        </w:rPr>
        <w:t xml:space="preserve">ноклассниками и самостоятельно; </w:t>
      </w:r>
      <w:r w:rsidRPr="00046151">
        <w:rPr>
          <w:sz w:val="28"/>
          <w:szCs w:val="28"/>
        </w:rPr>
        <w:t>давать эмоциональную оценку деятельности класса на уроке.</w:t>
      </w:r>
    </w:p>
    <w:p w:rsidR="00182A81" w:rsidRPr="00046151" w:rsidRDefault="00182A81" w:rsidP="00F36D8B">
      <w:pPr>
        <w:rPr>
          <w:sz w:val="28"/>
          <w:szCs w:val="28"/>
        </w:rPr>
      </w:pPr>
      <w:r w:rsidRPr="00046151">
        <w:rPr>
          <w:b/>
          <w:i/>
          <w:sz w:val="28"/>
          <w:szCs w:val="28"/>
        </w:rPr>
        <w:t>Познавательные:</w:t>
      </w:r>
      <w:r w:rsidRPr="00046151">
        <w:rPr>
          <w:sz w:val="28"/>
          <w:szCs w:val="28"/>
        </w:rPr>
        <w:t xml:space="preserve"> сравнивать предметы, объекты: находить общее и различие; группировать предметы, объекты на основе существенных признаков.</w:t>
      </w:r>
    </w:p>
    <w:p w:rsidR="00182A81" w:rsidRPr="00046151" w:rsidRDefault="00182A81" w:rsidP="00F36D8B">
      <w:pPr>
        <w:rPr>
          <w:sz w:val="28"/>
          <w:szCs w:val="28"/>
        </w:rPr>
      </w:pPr>
      <w:r w:rsidRPr="00046151">
        <w:rPr>
          <w:b/>
          <w:i/>
          <w:sz w:val="28"/>
          <w:szCs w:val="28"/>
        </w:rPr>
        <w:t>Коммуникативные:</w:t>
      </w:r>
      <w:r w:rsidRPr="00046151">
        <w:rPr>
          <w:sz w:val="28"/>
          <w:szCs w:val="28"/>
        </w:rPr>
        <w:t xml:space="preserve"> слушать, вступать в диалог, участвовать в коллективном обсуждении.</w:t>
      </w:r>
    </w:p>
    <w:p w:rsidR="00182A81" w:rsidRPr="00046151" w:rsidRDefault="00182A81" w:rsidP="00046151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046151">
        <w:rPr>
          <w:b/>
          <w:i/>
          <w:sz w:val="28"/>
          <w:szCs w:val="28"/>
        </w:rPr>
        <w:t>Личностные:</w:t>
      </w:r>
      <w:r w:rsidRPr="00046151">
        <w:rPr>
          <w:sz w:val="28"/>
          <w:szCs w:val="28"/>
        </w:rPr>
        <w:t xml:space="preserve"> </w:t>
      </w:r>
      <w:r w:rsidRPr="00046151">
        <w:rPr>
          <w:color w:val="000000"/>
          <w:sz w:val="28"/>
          <w:szCs w:val="28"/>
          <w:lang w:eastAsia="en-US"/>
        </w:rPr>
        <w:t xml:space="preserve">признавать важность учёбы и познания нового, понимать, зачем выполнять те или иные учебные действия; </w:t>
      </w:r>
      <w:r>
        <w:rPr>
          <w:color w:val="000000"/>
          <w:sz w:val="28"/>
          <w:szCs w:val="28"/>
          <w:lang w:eastAsia="en-US"/>
        </w:rPr>
        <w:t>признать важность сохранения здоровья на каждом из уроков.</w:t>
      </w:r>
    </w:p>
    <w:p w:rsidR="00182A81" w:rsidRPr="00046151" w:rsidRDefault="00182A81" w:rsidP="00046151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046151">
        <w:rPr>
          <w:color w:val="000000"/>
          <w:sz w:val="28"/>
          <w:szCs w:val="28"/>
          <w:lang w:eastAsia="en-US"/>
        </w:rPr>
        <w:t xml:space="preserve">- проявлять интерес к поиску и присвоению общих </w:t>
      </w:r>
      <w:r>
        <w:rPr>
          <w:color w:val="000000"/>
          <w:sz w:val="28"/>
          <w:szCs w:val="28"/>
          <w:lang w:eastAsia="en-US"/>
        </w:rPr>
        <w:t>способов решения учебных задач,</w:t>
      </w:r>
      <w:bookmarkStart w:id="0" w:name="_GoBack"/>
      <w:bookmarkEnd w:id="0"/>
      <w:r>
        <w:rPr>
          <w:color w:val="000000"/>
          <w:sz w:val="28"/>
          <w:szCs w:val="28"/>
          <w:lang w:eastAsia="en-US"/>
        </w:rPr>
        <w:t xml:space="preserve"> </w:t>
      </w:r>
      <w:r w:rsidRPr="00046151">
        <w:rPr>
          <w:sz w:val="28"/>
          <w:szCs w:val="28"/>
        </w:rPr>
        <w:t>демонстрировать развитие основ самоорганизации учащихся.</w:t>
      </w: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 w:rsidP="005C631D">
      <w:pPr>
        <w:autoSpaceDE w:val="0"/>
        <w:autoSpaceDN w:val="0"/>
        <w:adjustRightInd w:val="0"/>
        <w:rPr>
          <w:color w:val="000000"/>
          <w:sz w:val="23"/>
          <w:szCs w:val="23"/>
          <w:lang w:eastAsia="en-US"/>
        </w:rPr>
      </w:pPr>
    </w:p>
    <w:p w:rsidR="00182A81" w:rsidRDefault="00182A81"/>
    <w:p w:rsidR="00182A81" w:rsidRPr="00300357" w:rsidRDefault="00182A81" w:rsidP="00300357">
      <w:pPr>
        <w:autoSpaceDE w:val="0"/>
        <w:autoSpaceDN w:val="0"/>
        <w:adjustRightInd w:val="0"/>
        <w:rPr>
          <w:color w:val="000000"/>
          <w:lang w:eastAsia="en-US"/>
        </w:rPr>
      </w:pPr>
    </w:p>
    <w:p w:rsidR="00182A81" w:rsidRPr="00300357" w:rsidRDefault="00182A81" w:rsidP="00300357">
      <w:pPr>
        <w:autoSpaceDE w:val="0"/>
        <w:autoSpaceDN w:val="0"/>
        <w:adjustRightInd w:val="0"/>
        <w:rPr>
          <w:lang w:eastAsia="en-US"/>
        </w:rPr>
        <w:sectPr w:rsidR="00182A81" w:rsidRPr="00300357">
          <w:pgSz w:w="11906" w:h="17338"/>
          <w:pgMar w:top="1135" w:right="734" w:bottom="986" w:left="1473" w:header="720" w:footer="720" w:gutter="0"/>
          <w:cols w:space="720"/>
          <w:noEndnote/>
        </w:sectPr>
      </w:pPr>
    </w:p>
    <w:p w:rsidR="00182A81" w:rsidRDefault="00182A81" w:rsidP="00300357">
      <w:pPr>
        <w:pStyle w:val="Default"/>
        <w:rPr>
          <w:b/>
          <w:bCs/>
          <w:sz w:val="28"/>
          <w:szCs w:val="28"/>
        </w:rPr>
      </w:pPr>
      <w:r w:rsidRPr="00A606D0">
        <w:rPr>
          <w:b/>
          <w:bCs/>
          <w:sz w:val="28"/>
          <w:szCs w:val="28"/>
        </w:rPr>
        <w:t xml:space="preserve">Ход урока: </w:t>
      </w:r>
    </w:p>
    <w:p w:rsidR="00182A81" w:rsidRDefault="00182A81" w:rsidP="005C631D">
      <w:pPr>
        <w:pStyle w:val="Default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Организационный момент</w:t>
      </w:r>
    </w:p>
    <w:p w:rsidR="00182A81" w:rsidRDefault="00182A81" w:rsidP="009121D4">
      <w:pPr>
        <w:pStyle w:val="Default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Все ребята дружно встали</w:t>
      </w:r>
    </w:p>
    <w:p w:rsidR="00182A81" w:rsidRDefault="00182A81" w:rsidP="009121D4">
      <w:pPr>
        <w:pStyle w:val="Default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И на месте зашагали.</w:t>
      </w:r>
    </w:p>
    <w:p w:rsidR="00182A81" w:rsidRDefault="00182A81" w:rsidP="009121D4">
      <w:pPr>
        <w:pStyle w:val="Default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На носочках потянулись.</w:t>
      </w:r>
    </w:p>
    <w:p w:rsidR="00182A81" w:rsidRDefault="00182A81" w:rsidP="009121D4">
      <w:pPr>
        <w:pStyle w:val="Default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Как пружинки мы присели</w:t>
      </w:r>
    </w:p>
    <w:p w:rsidR="00182A81" w:rsidRPr="009121D4" w:rsidRDefault="00182A81" w:rsidP="009121D4">
      <w:pPr>
        <w:pStyle w:val="Default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И за парты тихо сели.</w:t>
      </w:r>
    </w:p>
    <w:p w:rsidR="00182A81" w:rsidRPr="005C631D" w:rsidRDefault="00182A81" w:rsidP="005C631D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A002D1">
        <w:rPr>
          <w:color w:val="000000"/>
          <w:sz w:val="28"/>
          <w:szCs w:val="28"/>
          <w:lang w:eastAsia="en-US"/>
        </w:rPr>
        <w:t xml:space="preserve">     </w:t>
      </w:r>
      <w:r w:rsidRPr="005C631D">
        <w:rPr>
          <w:color w:val="000000"/>
          <w:sz w:val="28"/>
          <w:szCs w:val="28"/>
          <w:lang w:eastAsia="en-US"/>
        </w:rPr>
        <w:t xml:space="preserve">Давайте создадим хорошее, дружелюбное настроение. Улыбнитесь друг другу. Улыбка – это залог хорошего настроения. Давайте будем дарить друг другу здоровье и радость. </w:t>
      </w:r>
    </w:p>
    <w:p w:rsidR="00182A81" w:rsidRPr="005C631D" w:rsidRDefault="00182A81" w:rsidP="005C631D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5C631D">
        <w:rPr>
          <w:color w:val="000000"/>
          <w:sz w:val="28"/>
          <w:szCs w:val="28"/>
          <w:lang w:eastAsia="en-US"/>
        </w:rPr>
        <w:t xml:space="preserve">Руки? На месте. </w:t>
      </w:r>
    </w:p>
    <w:p w:rsidR="00182A81" w:rsidRPr="005C631D" w:rsidRDefault="00182A81" w:rsidP="005C631D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5C631D">
        <w:rPr>
          <w:color w:val="000000"/>
          <w:sz w:val="28"/>
          <w:szCs w:val="28"/>
          <w:lang w:eastAsia="en-US"/>
        </w:rPr>
        <w:t xml:space="preserve">Ноги? На месте. </w:t>
      </w:r>
    </w:p>
    <w:p w:rsidR="00182A81" w:rsidRPr="005C631D" w:rsidRDefault="00182A81" w:rsidP="005C631D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5C631D">
        <w:rPr>
          <w:color w:val="000000"/>
          <w:sz w:val="28"/>
          <w:szCs w:val="28"/>
          <w:lang w:eastAsia="en-US"/>
        </w:rPr>
        <w:t xml:space="preserve">Локти? У края. </w:t>
      </w:r>
    </w:p>
    <w:p w:rsidR="00182A81" w:rsidRPr="00A002D1" w:rsidRDefault="00182A81" w:rsidP="005C631D">
      <w:pPr>
        <w:autoSpaceDE w:val="0"/>
        <w:autoSpaceDN w:val="0"/>
        <w:adjustRightInd w:val="0"/>
        <w:rPr>
          <w:color w:val="000000"/>
          <w:sz w:val="28"/>
          <w:szCs w:val="28"/>
          <w:lang w:eastAsia="en-US"/>
        </w:rPr>
      </w:pPr>
      <w:r w:rsidRPr="005C631D">
        <w:rPr>
          <w:color w:val="000000"/>
          <w:sz w:val="28"/>
          <w:szCs w:val="28"/>
          <w:lang w:eastAsia="en-US"/>
        </w:rPr>
        <w:t xml:space="preserve">Спина? Прямая. </w:t>
      </w:r>
    </w:p>
    <w:p w:rsidR="00182A81" w:rsidRPr="005C631D" w:rsidRDefault="00182A81" w:rsidP="005C631D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5C631D">
        <w:rPr>
          <w:b/>
          <w:bCs/>
          <w:iCs/>
          <w:sz w:val="28"/>
          <w:szCs w:val="28"/>
        </w:rPr>
        <w:t xml:space="preserve"> Мотивирован</w:t>
      </w:r>
      <w:r>
        <w:rPr>
          <w:b/>
          <w:bCs/>
          <w:iCs/>
          <w:sz w:val="28"/>
          <w:szCs w:val="28"/>
        </w:rPr>
        <w:t xml:space="preserve">ие к учебной деятельности. </w:t>
      </w:r>
    </w:p>
    <w:p w:rsidR="00182A81" w:rsidRDefault="00182A81" w:rsidP="0030035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606D0">
        <w:rPr>
          <w:sz w:val="28"/>
          <w:szCs w:val="28"/>
        </w:rPr>
        <w:t>«Вы талантливые дети! Когда-нибудь вы сами поразитесь, какие вы умные, как много хорошего вы умеете, если будете постоянно работать над собой, ставить новые цели и стремиться к их достижению…» Я желаю вам уже сегодня на уроке убедиться в словах Жан Жака Руссо. (французский мыслитель и философ)</w:t>
      </w:r>
    </w:p>
    <w:p w:rsidR="00182A81" w:rsidRPr="00A606D0" w:rsidRDefault="00182A81" w:rsidP="0030035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Как вы понимаете выражение «работать над собой», «ставить новые цели»?</w:t>
      </w:r>
    </w:p>
    <w:p w:rsidR="00182A81" w:rsidRDefault="00182A81" w:rsidP="00300357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>- Что вы ожидаете от сегодняшнего урока? (</w:t>
      </w:r>
      <w:r w:rsidRPr="00A606D0">
        <w:rPr>
          <w:i/>
          <w:iCs/>
          <w:sz w:val="28"/>
          <w:szCs w:val="28"/>
        </w:rPr>
        <w:t>высказывания детей</w:t>
      </w:r>
      <w:r w:rsidRPr="00A606D0">
        <w:rPr>
          <w:sz w:val="28"/>
          <w:szCs w:val="28"/>
        </w:rPr>
        <w:t xml:space="preserve">) </w:t>
      </w:r>
    </w:p>
    <w:p w:rsidR="00182A81" w:rsidRDefault="00182A81" w:rsidP="0030035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Какие цели вы поставите на урок? </w:t>
      </w:r>
    </w:p>
    <w:p w:rsidR="00182A81" w:rsidRPr="009121D4" w:rsidRDefault="00182A81" w:rsidP="00300357">
      <w:pPr>
        <w:pStyle w:val="Default"/>
        <w:rPr>
          <w:sz w:val="28"/>
          <w:szCs w:val="28"/>
        </w:rPr>
      </w:pPr>
      <w:r w:rsidRPr="009121D4">
        <w:rPr>
          <w:sz w:val="28"/>
          <w:szCs w:val="28"/>
        </w:rPr>
        <w:t>- Можно ли в школе ли на уроке сохранять здоровье?</w:t>
      </w:r>
    </w:p>
    <w:p w:rsidR="00182A81" w:rsidRPr="009121D4" w:rsidRDefault="00182A81" w:rsidP="00300357">
      <w:pPr>
        <w:pStyle w:val="Default"/>
        <w:rPr>
          <w:sz w:val="28"/>
          <w:szCs w:val="28"/>
        </w:rPr>
      </w:pPr>
      <w:r w:rsidRPr="009121D4">
        <w:rPr>
          <w:sz w:val="28"/>
          <w:szCs w:val="28"/>
        </w:rPr>
        <w:t>- Как?</w:t>
      </w:r>
    </w:p>
    <w:p w:rsidR="00182A81" w:rsidRPr="00A606D0" w:rsidRDefault="00182A81" w:rsidP="00300357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 xml:space="preserve">Я надеюсь, что ожидания ваши исполнятся. </w:t>
      </w:r>
    </w:p>
    <w:p w:rsidR="00182A81" w:rsidRPr="00A606D0" w:rsidRDefault="00182A81" w:rsidP="00300357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>- Настраиваемся на рабочую волну и вспоминаем наш девиз (</w:t>
      </w:r>
      <w:r w:rsidRPr="00A606D0">
        <w:rPr>
          <w:i/>
          <w:iCs/>
          <w:sz w:val="28"/>
          <w:szCs w:val="28"/>
        </w:rPr>
        <w:t>дети хором читают</w:t>
      </w:r>
      <w:r w:rsidRPr="00A606D0">
        <w:rPr>
          <w:sz w:val="28"/>
          <w:szCs w:val="28"/>
        </w:rPr>
        <w:t xml:space="preserve">): </w:t>
      </w:r>
    </w:p>
    <w:p w:rsidR="00182A81" w:rsidRPr="00A606D0" w:rsidRDefault="00182A81" w:rsidP="00AF3846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 xml:space="preserve">НАБЛЮДАЮ </w:t>
      </w:r>
    </w:p>
    <w:p w:rsidR="00182A81" w:rsidRPr="00A606D0" w:rsidRDefault="00182A81" w:rsidP="00AF3846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 xml:space="preserve">ЗАМЕЧАЮ </w:t>
      </w:r>
    </w:p>
    <w:p w:rsidR="00182A81" w:rsidRPr="00A606D0" w:rsidRDefault="00182A81" w:rsidP="00300357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 xml:space="preserve">РАЗМЫШЛЯЮ </w:t>
      </w:r>
    </w:p>
    <w:p w:rsidR="00182A81" w:rsidRPr="00A606D0" w:rsidRDefault="00182A81" w:rsidP="00300357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 xml:space="preserve">ДЕЛАЮ ВЫВОД </w:t>
      </w:r>
    </w:p>
    <w:p w:rsidR="00182A81" w:rsidRPr="00672D97" w:rsidRDefault="00182A81" w:rsidP="00672D97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672D97">
        <w:rPr>
          <w:b/>
          <w:bCs/>
          <w:iCs/>
          <w:sz w:val="28"/>
          <w:szCs w:val="28"/>
        </w:rPr>
        <w:t xml:space="preserve"> Актуализация знаний. (</w:t>
      </w:r>
      <w:smartTag w:uri="urn:schemas-microsoft-com:office:smarttags" w:element="metricconverter">
        <w:smartTagPr>
          <w:attr w:name="ProductID" w:val="10’"/>
        </w:smartTagPr>
        <w:r w:rsidRPr="00672D97">
          <w:rPr>
            <w:b/>
            <w:bCs/>
            <w:iCs/>
            <w:sz w:val="28"/>
            <w:szCs w:val="28"/>
          </w:rPr>
          <w:t>10’</w:t>
        </w:r>
      </w:smartTag>
      <w:r w:rsidRPr="00672D97">
        <w:rPr>
          <w:b/>
          <w:bCs/>
          <w:iCs/>
          <w:sz w:val="28"/>
          <w:szCs w:val="28"/>
        </w:rPr>
        <w:t xml:space="preserve">) </w:t>
      </w:r>
    </w:p>
    <w:p w:rsidR="00182A81" w:rsidRPr="009121D4" w:rsidRDefault="00182A81" w:rsidP="001712A2">
      <w:pPr>
        <w:pStyle w:val="Default"/>
        <w:rPr>
          <w:sz w:val="28"/>
          <w:szCs w:val="28"/>
        </w:rPr>
      </w:pPr>
      <w:r w:rsidRPr="00C51404">
        <w:rPr>
          <w:b/>
          <w:sz w:val="28"/>
          <w:szCs w:val="28"/>
        </w:rPr>
        <w:t>1 Минутка чистописания.</w:t>
      </w:r>
      <w:r w:rsidRPr="009121D4">
        <w:rPr>
          <w:sz w:val="28"/>
          <w:szCs w:val="28"/>
        </w:rPr>
        <w:t xml:space="preserve"> Какую цель поставим?</w:t>
      </w:r>
    </w:p>
    <w:p w:rsidR="00182A81" w:rsidRDefault="00182A81" w:rsidP="001712A2">
      <w:pPr>
        <w:ind w:left="-540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</w:t>
      </w:r>
      <w:r w:rsidRPr="009121D4">
        <w:rPr>
          <w:iCs/>
          <w:color w:val="000000"/>
          <w:sz w:val="28"/>
          <w:szCs w:val="28"/>
        </w:rPr>
        <w:t xml:space="preserve">Писать нужно всегда аккуратно, красиво, а главное – разборчиво. А ещё </w:t>
      </w:r>
      <w:r>
        <w:rPr>
          <w:iCs/>
          <w:color w:val="000000"/>
          <w:sz w:val="28"/>
          <w:szCs w:val="28"/>
        </w:rPr>
        <w:t xml:space="preserve">   </w:t>
      </w:r>
      <w:r w:rsidRPr="009121D4">
        <w:rPr>
          <w:iCs/>
          <w:color w:val="000000"/>
          <w:sz w:val="28"/>
          <w:szCs w:val="28"/>
        </w:rPr>
        <w:t>обязательно с уважением к тем, кто будет проверять ваши тетради, читать ваше письмо</w:t>
      </w:r>
      <w:r w:rsidRPr="009121D4">
        <w:rPr>
          <w:color w:val="000000"/>
          <w:sz w:val="28"/>
          <w:szCs w:val="28"/>
        </w:rPr>
        <w:t xml:space="preserve">. </w:t>
      </w:r>
    </w:p>
    <w:p w:rsidR="00182A81" w:rsidRDefault="00182A81" w:rsidP="001712A2">
      <w:pPr>
        <w:ind w:lef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Разработаем наши пальчики. Упражнение «Многоножки»</w:t>
      </w:r>
    </w:p>
    <w:p w:rsidR="00182A81" w:rsidRDefault="00182A81" w:rsidP="001712A2">
      <w:pPr>
        <w:ind w:lef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Руки находятся на краю парты. По сигналу учителя «многоножки» начинают двигаться к противоположному краю парты или в любом другом, заданном учителем, направлении. В движении принимают участие все пальцы рук.</w:t>
      </w:r>
    </w:p>
    <w:p w:rsidR="00182A81" w:rsidRPr="00A606D0" w:rsidRDefault="00182A81" w:rsidP="00124FAC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>- Откройте тетради, запишите число</w:t>
      </w:r>
      <w:r>
        <w:rPr>
          <w:sz w:val="28"/>
          <w:szCs w:val="28"/>
        </w:rPr>
        <w:t>, пропишите буквы и, понаблюдав, сделайте вывод.</w:t>
      </w:r>
    </w:p>
    <w:p w:rsidR="00182A81" w:rsidRPr="00A606D0" w:rsidRDefault="00182A81" w:rsidP="00124FAC">
      <w:pPr>
        <w:rPr>
          <w:color w:val="000000"/>
          <w:sz w:val="28"/>
          <w:szCs w:val="28"/>
        </w:rPr>
      </w:pPr>
      <w:r w:rsidRPr="00A606D0">
        <w:rPr>
          <w:color w:val="000000"/>
          <w:sz w:val="28"/>
          <w:szCs w:val="28"/>
        </w:rPr>
        <w:t xml:space="preserve">                   </w:t>
      </w:r>
      <w:r w:rsidRPr="00A606D0">
        <w:rPr>
          <w:b/>
          <w:bCs/>
          <w:i/>
          <w:iCs/>
          <w:color w:val="000000"/>
          <w:sz w:val="28"/>
          <w:szCs w:val="28"/>
        </w:rPr>
        <w:t>ж, ш, ч, щ</w:t>
      </w:r>
      <w:r>
        <w:rPr>
          <w:b/>
          <w:bCs/>
          <w:i/>
          <w:iCs/>
          <w:color w:val="000000"/>
          <w:sz w:val="28"/>
          <w:szCs w:val="28"/>
        </w:rPr>
        <w:t xml:space="preserve">  </w:t>
      </w:r>
    </w:p>
    <w:p w:rsidR="00182A81" w:rsidRDefault="00182A81" w:rsidP="00124FAC">
      <w:pPr>
        <w:ind w:left="-540"/>
        <w:rPr>
          <w:color w:val="000000"/>
          <w:sz w:val="28"/>
          <w:szCs w:val="28"/>
        </w:rPr>
      </w:pPr>
      <w:r w:rsidRPr="00A606D0"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Какие буквы вы написали</w:t>
      </w:r>
      <w:r w:rsidRPr="00A606D0">
        <w:rPr>
          <w:sz w:val="28"/>
          <w:szCs w:val="28"/>
        </w:rPr>
        <w:t>?</w:t>
      </w:r>
      <w:r w:rsidRPr="00A606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182A81" w:rsidRDefault="00182A81" w:rsidP="00D072DB">
      <w:pPr>
        <w:ind w:lef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 можете о них сказать?</w:t>
      </w:r>
    </w:p>
    <w:p w:rsidR="00182A81" w:rsidRPr="00C51404" w:rsidRDefault="00182A81" w:rsidP="00D072DB">
      <w:pPr>
        <w:ind w:left="-540"/>
        <w:rPr>
          <w:b/>
          <w:color w:val="000000"/>
          <w:sz w:val="28"/>
          <w:szCs w:val="28"/>
        </w:rPr>
      </w:pPr>
      <w:r w:rsidRPr="00C51404">
        <w:rPr>
          <w:b/>
          <w:color w:val="000000"/>
          <w:sz w:val="28"/>
          <w:szCs w:val="28"/>
        </w:rPr>
        <w:t xml:space="preserve">Игра «Стульчик» </w:t>
      </w:r>
    </w:p>
    <w:p w:rsidR="00182A81" w:rsidRPr="00A606D0" w:rsidRDefault="00182A81" w:rsidP="00124FAC">
      <w:pPr>
        <w:ind w:left="-540"/>
        <w:rPr>
          <w:color w:val="000000"/>
          <w:sz w:val="28"/>
          <w:szCs w:val="28"/>
        </w:rPr>
      </w:pPr>
      <w:r w:rsidRPr="00A606D0">
        <w:rPr>
          <w:color w:val="000000"/>
          <w:sz w:val="28"/>
          <w:szCs w:val="28"/>
        </w:rPr>
        <w:t xml:space="preserve">        - </w:t>
      </w:r>
      <w:r w:rsidRPr="00A606D0">
        <w:rPr>
          <w:sz w:val="28"/>
          <w:szCs w:val="28"/>
        </w:rPr>
        <w:t>Разделите их на две группы.</w:t>
      </w:r>
      <w:r w:rsidRPr="00A606D0">
        <w:rPr>
          <w:i/>
          <w:iCs/>
          <w:color w:val="000000"/>
          <w:sz w:val="28"/>
          <w:szCs w:val="28"/>
        </w:rPr>
        <w:t xml:space="preserve"> (всегда твердые, всегда мягкие</w:t>
      </w:r>
      <w:r>
        <w:rPr>
          <w:i/>
          <w:iCs/>
          <w:color w:val="000000"/>
          <w:sz w:val="28"/>
          <w:szCs w:val="28"/>
        </w:rPr>
        <w:t>)</w:t>
      </w:r>
    </w:p>
    <w:p w:rsidR="00182A81" w:rsidRPr="00A606D0" w:rsidRDefault="00182A81" w:rsidP="00AF384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06D0">
        <w:rPr>
          <w:sz w:val="28"/>
          <w:szCs w:val="28"/>
        </w:rPr>
        <w:t xml:space="preserve">Назовите орфограммы, в которых встречаются </w:t>
      </w:r>
      <w:r>
        <w:rPr>
          <w:sz w:val="28"/>
          <w:szCs w:val="28"/>
        </w:rPr>
        <w:t xml:space="preserve">эти буквы. </w:t>
      </w:r>
      <w:r w:rsidRPr="00A606D0">
        <w:rPr>
          <w:sz w:val="28"/>
          <w:szCs w:val="28"/>
        </w:rPr>
        <w:t xml:space="preserve"> </w:t>
      </w:r>
      <w:r w:rsidRPr="00A606D0">
        <w:rPr>
          <w:i/>
          <w:iCs/>
          <w:sz w:val="28"/>
          <w:szCs w:val="28"/>
        </w:rPr>
        <w:t>(</w:t>
      </w:r>
      <w:r>
        <w:rPr>
          <w:i/>
          <w:iCs/>
          <w:sz w:val="28"/>
          <w:szCs w:val="28"/>
        </w:rPr>
        <w:t xml:space="preserve">жи – ши, </w:t>
      </w:r>
      <w:r w:rsidRPr="00A606D0">
        <w:rPr>
          <w:i/>
          <w:iCs/>
          <w:sz w:val="28"/>
          <w:szCs w:val="28"/>
        </w:rPr>
        <w:t xml:space="preserve">чу-щу, ча-ща) </w:t>
      </w:r>
    </w:p>
    <w:p w:rsidR="00182A81" w:rsidRDefault="00182A81" w:rsidP="00AF3846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 xml:space="preserve">- Предлагаю прописать эти буквосочетания. Каждое 1 раз. </w:t>
      </w:r>
    </w:p>
    <w:p w:rsidR="00182A81" w:rsidRPr="00B54D4A" w:rsidRDefault="00182A81" w:rsidP="00AF3846">
      <w:pPr>
        <w:pStyle w:val="Default"/>
        <w:rPr>
          <w:sz w:val="28"/>
          <w:szCs w:val="28"/>
        </w:rPr>
      </w:pPr>
      <w:r w:rsidRPr="00B54D4A">
        <w:rPr>
          <w:iCs/>
          <w:sz w:val="28"/>
          <w:szCs w:val="28"/>
        </w:rPr>
        <w:t xml:space="preserve">Помните, что при письме необходимо соблюдать верное написание букв и их соединений, между буквами и словами должно быть единое расстояние. </w:t>
      </w:r>
    </w:p>
    <w:p w:rsidR="00182A81" w:rsidRPr="00A606D0" w:rsidRDefault="00182A81" w:rsidP="00AF3846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 xml:space="preserve">- Оцените свою работу, подчеркните самую удачно написанную букву и буквосочетание. </w:t>
      </w:r>
    </w:p>
    <w:p w:rsidR="00182A81" w:rsidRDefault="00182A81" w:rsidP="00D072DB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>- Приве</w:t>
      </w:r>
      <w:r>
        <w:rPr>
          <w:sz w:val="28"/>
          <w:szCs w:val="28"/>
        </w:rPr>
        <w:t xml:space="preserve">дите свои примеры слов с такими </w:t>
      </w:r>
      <w:r w:rsidRPr="00A606D0">
        <w:rPr>
          <w:sz w:val="28"/>
          <w:szCs w:val="28"/>
        </w:rPr>
        <w:t xml:space="preserve"> сочетаниями. </w:t>
      </w:r>
    </w:p>
    <w:p w:rsidR="00182A81" w:rsidRDefault="00182A81" w:rsidP="00D072D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Прочитайте предложение на доске.</w:t>
      </w:r>
    </w:p>
    <w:p w:rsidR="00182A81" w:rsidRDefault="00182A81" w:rsidP="00D072D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Что это такое? Объясните смысл пословиц.</w:t>
      </w:r>
    </w:p>
    <w:p w:rsidR="00182A81" w:rsidRDefault="00182A81" w:rsidP="00D072DB">
      <w:pPr>
        <w:pStyle w:val="Default"/>
        <w:rPr>
          <w:b/>
          <w:sz w:val="28"/>
          <w:szCs w:val="28"/>
        </w:rPr>
      </w:pPr>
      <w:r w:rsidRPr="00061A9E">
        <w:rPr>
          <w:b/>
          <w:sz w:val="28"/>
          <w:szCs w:val="28"/>
        </w:rPr>
        <w:t xml:space="preserve">Здоровье дороже денег. </w:t>
      </w:r>
      <w:r>
        <w:rPr>
          <w:b/>
          <w:sz w:val="28"/>
          <w:szCs w:val="28"/>
        </w:rPr>
        <w:t xml:space="preserve">  </w:t>
      </w:r>
    </w:p>
    <w:p w:rsidR="00182A81" w:rsidRDefault="00182A81" w:rsidP="00D072DB">
      <w:pPr>
        <w:pStyle w:val="Default"/>
        <w:rPr>
          <w:b/>
          <w:sz w:val="28"/>
          <w:szCs w:val="28"/>
        </w:rPr>
      </w:pPr>
      <w:r w:rsidRPr="00061A9E">
        <w:rPr>
          <w:b/>
          <w:sz w:val="28"/>
          <w:szCs w:val="28"/>
        </w:rPr>
        <w:t>Добрым быть – долго жить.</w:t>
      </w:r>
    </w:p>
    <w:p w:rsidR="00182A81" w:rsidRDefault="00182A81" w:rsidP="00B54D4A">
      <w:pPr>
        <w:pStyle w:val="Default"/>
        <w:rPr>
          <w:sz w:val="28"/>
          <w:szCs w:val="28"/>
        </w:rPr>
      </w:pPr>
      <w:r w:rsidRPr="00061A9E">
        <w:rPr>
          <w:sz w:val="28"/>
          <w:szCs w:val="28"/>
        </w:rPr>
        <w:t>Спишите любую пословицу</w:t>
      </w:r>
    </w:p>
    <w:p w:rsidR="00182A81" w:rsidRPr="00061A9E" w:rsidRDefault="00182A81" w:rsidP="00D072D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Возьмите зеленый карандаш и выделите мягкие согласные буквы.</w:t>
      </w:r>
    </w:p>
    <w:p w:rsidR="00182A81" w:rsidRDefault="00182A81" w:rsidP="008C4F9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Обозначьте зеленым цветом буквы, обозначающие мягкие согласные звуки.</w:t>
      </w:r>
    </w:p>
    <w:p w:rsidR="00182A81" w:rsidRDefault="00182A81" w:rsidP="00061A9E">
      <w:pPr>
        <w:pStyle w:val="Default"/>
        <w:rPr>
          <w:sz w:val="28"/>
          <w:szCs w:val="28"/>
        </w:rPr>
      </w:pPr>
      <w:r w:rsidRPr="004059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Зачем словам нужен мягкий знак? </w:t>
      </w:r>
      <w:r w:rsidRPr="00BF7073">
        <w:rPr>
          <w:i/>
          <w:sz w:val="28"/>
          <w:szCs w:val="28"/>
        </w:rPr>
        <w:t>(обозначать мягкость)</w:t>
      </w:r>
    </w:p>
    <w:p w:rsidR="00182A81" w:rsidRPr="00A606D0" w:rsidRDefault="00182A81" w:rsidP="00D072D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-Какие буквы помогают мягкому знаку и тоже указывают на мягкость согласного?</w:t>
      </w:r>
    </w:p>
    <w:p w:rsidR="00182A81" w:rsidRPr="00157A11" w:rsidRDefault="00182A81" w:rsidP="00AF3846">
      <w:pPr>
        <w:pStyle w:val="Default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</w:rPr>
        <w:t xml:space="preserve">4. </w:t>
      </w:r>
      <w:r w:rsidRPr="00A606D0">
        <w:rPr>
          <w:b/>
          <w:bCs/>
          <w:sz w:val="28"/>
          <w:szCs w:val="28"/>
        </w:rPr>
        <w:t>Введение новых знаний.</w:t>
      </w:r>
      <w:r>
        <w:rPr>
          <w:b/>
          <w:bCs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5’"/>
        </w:smartTagPr>
        <w:r>
          <w:rPr>
            <w:b/>
            <w:bCs/>
            <w:sz w:val="28"/>
            <w:szCs w:val="28"/>
          </w:rPr>
          <w:t>5</w:t>
        </w:r>
        <w:r w:rsidRPr="009121D4">
          <w:rPr>
            <w:b/>
            <w:bCs/>
            <w:sz w:val="28"/>
            <w:szCs w:val="28"/>
            <w:vertAlign w:val="superscript"/>
          </w:rPr>
          <w:t>’</w:t>
        </w:r>
      </w:smartTag>
      <w:r>
        <w:rPr>
          <w:b/>
          <w:bCs/>
          <w:sz w:val="28"/>
          <w:szCs w:val="28"/>
          <w:vertAlign w:val="superscript"/>
        </w:rPr>
        <w:t>)</w:t>
      </w:r>
    </w:p>
    <w:p w:rsidR="00182A81" w:rsidRPr="0085035F" w:rsidRDefault="00182A81" w:rsidP="00AF3846">
      <w:pPr>
        <w:pStyle w:val="Default"/>
        <w:rPr>
          <w:b/>
          <w:bCs/>
          <w:sz w:val="28"/>
          <w:szCs w:val="28"/>
        </w:rPr>
      </w:pPr>
      <w:r w:rsidRPr="00A606D0">
        <w:rPr>
          <w:b/>
          <w:bCs/>
          <w:sz w:val="28"/>
          <w:szCs w:val="28"/>
        </w:rPr>
        <w:t>Проблемная ситуация</w:t>
      </w:r>
    </w:p>
    <w:p w:rsidR="00182A81" w:rsidRDefault="00182A81" w:rsidP="000461B0">
      <w:pPr>
        <w:rPr>
          <w:sz w:val="28"/>
          <w:szCs w:val="28"/>
        </w:rPr>
      </w:pPr>
      <w:r>
        <w:rPr>
          <w:sz w:val="28"/>
          <w:szCs w:val="28"/>
        </w:rPr>
        <w:t>Вот, ребята, какая  история возникла у детей 1 класса Васи и Пети. Шли как-то они вдоль дороги и увидели такой плакат: (слайд 1)</w:t>
      </w:r>
    </w:p>
    <w:p w:rsidR="00182A81" w:rsidRDefault="00182A81" w:rsidP="00B54D4A">
      <w:pPr>
        <w:jc w:val="center"/>
        <w:rPr>
          <w:sz w:val="28"/>
          <w:szCs w:val="28"/>
        </w:rPr>
      </w:pPr>
      <w:r w:rsidRPr="00A0690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8" o:spid="_x0000_i1025" type="#_x0000_t75" style="width:76.5pt;height:68.25pt;visibility:visible">
            <v:imagedata r:id="rId5" o:title=""/>
          </v:shape>
        </w:pict>
      </w:r>
    </w:p>
    <w:p w:rsidR="00182A81" w:rsidRDefault="00182A81" w:rsidP="000461B0">
      <w:pPr>
        <w:rPr>
          <w:sz w:val="32"/>
          <w:szCs w:val="32"/>
        </w:rPr>
      </w:pPr>
      <w:r>
        <w:rPr>
          <w:sz w:val="28"/>
          <w:szCs w:val="28"/>
        </w:rPr>
        <w:t xml:space="preserve">- «Какое безобразие!» - возмутился Вася. В слове «спички» ошибка: забыли мягкий знак после буквы </w:t>
      </w:r>
      <w:r w:rsidRPr="00F27C23">
        <w:rPr>
          <w:sz w:val="32"/>
          <w:szCs w:val="32"/>
        </w:rPr>
        <w:t>Ч</w:t>
      </w:r>
      <w:r>
        <w:rPr>
          <w:sz w:val="32"/>
          <w:szCs w:val="32"/>
        </w:rPr>
        <w:t xml:space="preserve"> </w:t>
      </w:r>
      <w:r w:rsidRPr="0019027B">
        <w:rPr>
          <w:sz w:val="28"/>
          <w:szCs w:val="28"/>
        </w:rPr>
        <w:t>написать! Надо срочно исправить!</w:t>
      </w:r>
      <w:r>
        <w:rPr>
          <w:sz w:val="32"/>
          <w:szCs w:val="32"/>
        </w:rPr>
        <w:t xml:space="preserve"> </w:t>
      </w:r>
    </w:p>
    <w:p w:rsidR="00182A81" w:rsidRPr="00DD76DE" w:rsidRDefault="00182A81" w:rsidP="000461B0">
      <w:pPr>
        <w:rPr>
          <w:sz w:val="28"/>
          <w:szCs w:val="28"/>
        </w:rPr>
      </w:pPr>
      <w:r>
        <w:rPr>
          <w:sz w:val="28"/>
          <w:szCs w:val="28"/>
        </w:rPr>
        <w:t xml:space="preserve">- А, </w:t>
      </w:r>
      <w:r w:rsidRPr="00D927E5">
        <w:rPr>
          <w:sz w:val="28"/>
          <w:szCs w:val="28"/>
        </w:rPr>
        <w:t xml:space="preserve">по-моему, здесь всё правильно написано, - не </w:t>
      </w:r>
      <w:r>
        <w:rPr>
          <w:sz w:val="28"/>
          <w:szCs w:val="28"/>
        </w:rPr>
        <w:t>очень уверенно возразил Петя</w:t>
      </w:r>
      <w:r w:rsidRPr="00D927E5">
        <w:rPr>
          <w:sz w:val="28"/>
          <w:szCs w:val="28"/>
        </w:rPr>
        <w:t>.  А как думаешь ты?</w:t>
      </w:r>
    </w:p>
    <w:p w:rsidR="00182A81" w:rsidRDefault="00182A81" w:rsidP="008C4F96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Почему в слове СПИЧКИ</w:t>
      </w:r>
      <w:r w:rsidRPr="003B0CC1">
        <w:rPr>
          <w:b/>
          <w:sz w:val="28"/>
          <w:szCs w:val="28"/>
        </w:rPr>
        <w:t xml:space="preserve"> мягк</w:t>
      </w:r>
      <w:r>
        <w:rPr>
          <w:b/>
          <w:sz w:val="28"/>
          <w:szCs w:val="28"/>
        </w:rPr>
        <w:t xml:space="preserve">ость согласного звука </w:t>
      </w:r>
      <w:r w:rsidRPr="00736EDC">
        <w:rPr>
          <w:b/>
          <w:sz w:val="28"/>
          <w:szCs w:val="28"/>
        </w:rPr>
        <w:t>[</w:t>
      </w:r>
      <w:r>
        <w:rPr>
          <w:b/>
          <w:sz w:val="28"/>
          <w:szCs w:val="28"/>
        </w:rPr>
        <w:t>ч</w:t>
      </w:r>
      <w:r w:rsidRPr="00736EDC">
        <w:rPr>
          <w:b/>
          <w:sz w:val="28"/>
          <w:szCs w:val="28"/>
        </w:rPr>
        <w:t>]</w:t>
      </w:r>
      <w:r>
        <w:rPr>
          <w:b/>
          <w:sz w:val="28"/>
          <w:szCs w:val="28"/>
        </w:rPr>
        <w:t xml:space="preserve"> не обозначена мягким знаком? </w:t>
      </w:r>
      <w:r w:rsidRPr="00B54D4A">
        <w:rPr>
          <w:sz w:val="28"/>
          <w:szCs w:val="28"/>
        </w:rPr>
        <w:t>(Слайд 2)</w:t>
      </w:r>
    </w:p>
    <w:p w:rsidR="00182A81" w:rsidRDefault="00182A81" w:rsidP="000461B0">
      <w:pPr>
        <w:rPr>
          <w:sz w:val="28"/>
          <w:szCs w:val="28"/>
        </w:rPr>
      </w:pPr>
      <w:r>
        <w:rPr>
          <w:sz w:val="28"/>
          <w:szCs w:val="28"/>
        </w:rPr>
        <w:t>(СПИЧЬКИ?    СПИЧКИ)</w:t>
      </w:r>
    </w:p>
    <w:p w:rsidR="00182A81" w:rsidRPr="001B28AA" w:rsidRDefault="00182A81" w:rsidP="008C4F96">
      <w:pPr>
        <w:pStyle w:val="Default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5. </w:t>
      </w:r>
      <w:r w:rsidRPr="001B28AA">
        <w:rPr>
          <w:b/>
          <w:bCs/>
          <w:iCs/>
          <w:sz w:val="28"/>
          <w:szCs w:val="28"/>
        </w:rPr>
        <w:t xml:space="preserve"> Построение проекта выхода из затруднения. (</w:t>
      </w:r>
      <w:smartTag w:uri="urn:schemas-microsoft-com:office:smarttags" w:element="metricconverter">
        <w:smartTagPr>
          <w:attr w:name="ProductID" w:val="12’"/>
        </w:smartTagPr>
        <w:r>
          <w:rPr>
            <w:b/>
            <w:bCs/>
            <w:iCs/>
            <w:sz w:val="28"/>
            <w:szCs w:val="28"/>
          </w:rPr>
          <w:t>1</w:t>
        </w:r>
        <w:r w:rsidRPr="001B28AA">
          <w:rPr>
            <w:b/>
            <w:bCs/>
            <w:iCs/>
            <w:sz w:val="28"/>
            <w:szCs w:val="28"/>
          </w:rPr>
          <w:t>2’</w:t>
        </w:r>
      </w:smartTag>
      <w:r w:rsidRPr="001B28AA">
        <w:rPr>
          <w:b/>
          <w:bCs/>
          <w:iCs/>
          <w:sz w:val="28"/>
          <w:szCs w:val="28"/>
        </w:rPr>
        <w:t xml:space="preserve">) </w:t>
      </w:r>
    </w:p>
    <w:p w:rsidR="00182A81" w:rsidRDefault="00182A81" w:rsidP="008C4F96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 xml:space="preserve">- Предположите, какая </w:t>
      </w:r>
      <w:r w:rsidRPr="00A606D0">
        <w:rPr>
          <w:b/>
          <w:bCs/>
          <w:sz w:val="28"/>
          <w:szCs w:val="28"/>
        </w:rPr>
        <w:t xml:space="preserve">тема </w:t>
      </w:r>
      <w:r w:rsidRPr="00A606D0">
        <w:rPr>
          <w:sz w:val="28"/>
          <w:szCs w:val="28"/>
        </w:rPr>
        <w:t xml:space="preserve">сегодняшнего урока? </w:t>
      </w:r>
    </w:p>
    <w:p w:rsidR="00182A81" w:rsidRPr="00A606D0" w:rsidRDefault="00182A81" w:rsidP="008C4F96">
      <w:pPr>
        <w:pStyle w:val="Default"/>
        <w:rPr>
          <w:sz w:val="28"/>
          <w:szCs w:val="28"/>
        </w:rPr>
      </w:pPr>
      <w:r>
        <w:rPr>
          <w:sz w:val="28"/>
          <w:szCs w:val="28"/>
        </w:rPr>
        <w:t>«Правописание буквосочетаний чк, чн, чт»</w:t>
      </w:r>
    </w:p>
    <w:p w:rsidR="00182A81" w:rsidRPr="00B54D4A" w:rsidRDefault="00182A81" w:rsidP="008C4F96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 xml:space="preserve">- Значит, </w:t>
      </w:r>
      <w:r w:rsidRPr="00A606D0">
        <w:rPr>
          <w:b/>
          <w:bCs/>
          <w:sz w:val="28"/>
          <w:szCs w:val="28"/>
        </w:rPr>
        <w:t xml:space="preserve">цель </w:t>
      </w:r>
      <w:r w:rsidRPr="00A606D0">
        <w:rPr>
          <w:sz w:val="28"/>
          <w:szCs w:val="28"/>
        </w:rPr>
        <w:t xml:space="preserve">сегодняшнего урока </w:t>
      </w:r>
      <w:r>
        <w:rPr>
          <w:sz w:val="28"/>
          <w:szCs w:val="28"/>
        </w:rPr>
        <w:t>-</w:t>
      </w:r>
      <w:r w:rsidRPr="00B54D4A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B54D4A">
        <w:rPr>
          <w:iCs/>
          <w:sz w:val="28"/>
          <w:szCs w:val="28"/>
        </w:rPr>
        <w:t>знать правописание буквосочетания ЧК</w:t>
      </w:r>
      <w:r>
        <w:rPr>
          <w:iCs/>
          <w:sz w:val="28"/>
          <w:szCs w:val="28"/>
        </w:rPr>
        <w:t>, ЧН,ЧТ</w:t>
      </w:r>
      <w:r w:rsidRPr="00B54D4A">
        <w:rPr>
          <w:iCs/>
          <w:sz w:val="28"/>
          <w:szCs w:val="28"/>
        </w:rPr>
        <w:t xml:space="preserve"> и выбрать правильное написание: спичка, спичька</w:t>
      </w:r>
      <w:r>
        <w:rPr>
          <w:sz w:val="28"/>
          <w:szCs w:val="28"/>
        </w:rPr>
        <w:t>. (СЛАЙД 3)</w:t>
      </w:r>
    </w:p>
    <w:p w:rsidR="00182A81" w:rsidRDefault="00182A81" w:rsidP="00CF4684">
      <w:pPr>
        <w:pStyle w:val="Default"/>
        <w:rPr>
          <w:sz w:val="28"/>
          <w:szCs w:val="28"/>
        </w:rPr>
      </w:pPr>
      <w:r w:rsidRPr="00A606D0">
        <w:rPr>
          <w:sz w:val="28"/>
          <w:szCs w:val="28"/>
        </w:rPr>
        <w:t xml:space="preserve">- Предлагаю ПОРАЗМЫШЛЯТЬ. </w:t>
      </w:r>
    </w:p>
    <w:p w:rsidR="00182A81" w:rsidRDefault="00182A81" w:rsidP="000461B0">
      <w:pPr>
        <w:rPr>
          <w:sz w:val="28"/>
          <w:szCs w:val="28"/>
        </w:rPr>
      </w:pPr>
      <w:r>
        <w:rPr>
          <w:sz w:val="28"/>
          <w:szCs w:val="28"/>
        </w:rPr>
        <w:t xml:space="preserve"> Ребята, я предлагаю вам поразмышлять и этот вопрос обсудить с товарищем  по парте и попробуйте доказать пишется или не пишется Ь знак после  буквы Ч перед К?  ( даю время для обсуждения)</w:t>
      </w:r>
    </w:p>
    <w:p w:rsidR="00182A81" w:rsidRPr="00B54D4A" w:rsidRDefault="00182A81" w:rsidP="008C4F96">
      <w:pPr>
        <w:pStyle w:val="Default"/>
        <w:rPr>
          <w:sz w:val="28"/>
          <w:szCs w:val="28"/>
        </w:rPr>
      </w:pPr>
      <w:r w:rsidRPr="00B54D4A">
        <w:rPr>
          <w:sz w:val="28"/>
          <w:szCs w:val="28"/>
        </w:rPr>
        <w:t xml:space="preserve">- Какой звук обозначает буква Ч. Дайте ему характеристику? </w:t>
      </w:r>
    </w:p>
    <w:p w:rsidR="00182A81" w:rsidRPr="00B54D4A" w:rsidRDefault="00182A81" w:rsidP="008C4F96">
      <w:pPr>
        <w:pStyle w:val="Default"/>
        <w:rPr>
          <w:sz w:val="28"/>
          <w:szCs w:val="28"/>
        </w:rPr>
      </w:pPr>
      <w:r w:rsidRPr="00B54D4A">
        <w:rPr>
          <w:sz w:val="28"/>
          <w:szCs w:val="28"/>
        </w:rPr>
        <w:t xml:space="preserve">- Есть ли у [Ч’] парный согласный по твёрдости? </w:t>
      </w:r>
    </w:p>
    <w:p w:rsidR="00182A81" w:rsidRPr="00B54D4A" w:rsidRDefault="00182A81" w:rsidP="008C4F96">
      <w:pPr>
        <w:pStyle w:val="Default"/>
        <w:rPr>
          <w:sz w:val="28"/>
          <w:szCs w:val="28"/>
        </w:rPr>
      </w:pPr>
      <w:r w:rsidRPr="00B54D4A">
        <w:rPr>
          <w:sz w:val="28"/>
          <w:szCs w:val="28"/>
        </w:rPr>
        <w:t>- Нужно ли обозначать мягкость этого согласного? Почему? (</w:t>
      </w:r>
      <w:r w:rsidRPr="00B54D4A">
        <w:rPr>
          <w:iCs/>
          <w:sz w:val="28"/>
          <w:szCs w:val="28"/>
        </w:rPr>
        <w:t>Он всегда мягкий</w:t>
      </w:r>
      <w:r w:rsidRPr="00B54D4A">
        <w:rPr>
          <w:sz w:val="28"/>
          <w:szCs w:val="28"/>
        </w:rPr>
        <w:t xml:space="preserve">) </w:t>
      </w:r>
    </w:p>
    <w:p w:rsidR="00182A81" w:rsidRPr="00B54D4A" w:rsidRDefault="00182A81" w:rsidP="008C4F96">
      <w:pPr>
        <w:pStyle w:val="Default"/>
        <w:rPr>
          <w:sz w:val="28"/>
          <w:szCs w:val="28"/>
        </w:rPr>
      </w:pPr>
      <w:r w:rsidRPr="00B54D4A">
        <w:rPr>
          <w:sz w:val="28"/>
          <w:szCs w:val="28"/>
        </w:rPr>
        <w:t>- Кто готов СДЕЛАТЬ ВЫВОД из наших наблюдений? (</w:t>
      </w:r>
      <w:r w:rsidRPr="00B54D4A">
        <w:rPr>
          <w:iCs/>
          <w:sz w:val="28"/>
          <w:szCs w:val="28"/>
        </w:rPr>
        <w:t>буквосочетание ЧК пишется без мягкого знака</w:t>
      </w:r>
      <w:r w:rsidRPr="00B54D4A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B54D4A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(Н</w:t>
      </w:r>
      <w:r w:rsidRPr="00C51404">
        <w:rPr>
          <w:i/>
          <w:sz w:val="28"/>
          <w:szCs w:val="28"/>
        </w:rPr>
        <w:t xml:space="preserve">а доску вывешиваю карточку: ЧК) </w:t>
      </w:r>
    </w:p>
    <w:p w:rsidR="00182A81" w:rsidRDefault="00182A81" w:rsidP="000461B0">
      <w:pPr>
        <w:rPr>
          <w:sz w:val="28"/>
          <w:szCs w:val="28"/>
        </w:rPr>
      </w:pPr>
      <w:r>
        <w:rPr>
          <w:sz w:val="28"/>
          <w:szCs w:val="28"/>
        </w:rPr>
        <w:t xml:space="preserve">Выслушивается   мнение нескольких пар. Дети доказывают свою версию и приходят к выводу: звук </w:t>
      </w:r>
      <w:r w:rsidRPr="00271BE5">
        <w:rPr>
          <w:sz w:val="28"/>
          <w:szCs w:val="28"/>
        </w:rPr>
        <w:t>[</w:t>
      </w:r>
      <w:r>
        <w:rPr>
          <w:sz w:val="28"/>
          <w:szCs w:val="28"/>
        </w:rPr>
        <w:t>Ч</w:t>
      </w:r>
      <w:r w:rsidRPr="00271BE5">
        <w:rPr>
          <w:sz w:val="28"/>
          <w:szCs w:val="28"/>
        </w:rPr>
        <w:t>’]</w:t>
      </w:r>
      <w:r>
        <w:rPr>
          <w:sz w:val="28"/>
          <w:szCs w:val="28"/>
        </w:rPr>
        <w:t xml:space="preserve"> всегда мягкий и не требует дополнительной мягкости. Поэтому после буквы Ч перед буквой  К мягкий знак не пишется). Ребята, так в слове спички будем, писать мягкий знак? (Нет)</w:t>
      </w:r>
    </w:p>
    <w:p w:rsidR="00182A81" w:rsidRDefault="00182A81" w:rsidP="000461B0">
      <w:pPr>
        <w:rPr>
          <w:sz w:val="28"/>
          <w:szCs w:val="28"/>
        </w:rPr>
      </w:pPr>
      <w:r>
        <w:rPr>
          <w:sz w:val="28"/>
          <w:szCs w:val="28"/>
        </w:rPr>
        <w:t>Запишите слово в тетрадь</w:t>
      </w:r>
    </w:p>
    <w:p w:rsidR="00182A81" w:rsidRDefault="00182A81" w:rsidP="008C4F96">
      <w:pPr>
        <w:rPr>
          <w:sz w:val="28"/>
          <w:szCs w:val="28"/>
        </w:rPr>
      </w:pPr>
      <w:r>
        <w:rPr>
          <w:b/>
          <w:sz w:val="28"/>
          <w:szCs w:val="28"/>
        </w:rPr>
        <w:t>Беседа о пожарной безопасности</w:t>
      </w:r>
      <w:r>
        <w:rPr>
          <w:sz w:val="28"/>
          <w:szCs w:val="28"/>
        </w:rPr>
        <w:t>.</w:t>
      </w:r>
    </w:p>
    <w:p w:rsidR="00182A81" w:rsidRDefault="00182A81" w:rsidP="008C4F96">
      <w:pPr>
        <w:rPr>
          <w:sz w:val="28"/>
          <w:szCs w:val="28"/>
        </w:rPr>
      </w:pPr>
      <w:r>
        <w:rPr>
          <w:sz w:val="28"/>
          <w:szCs w:val="28"/>
        </w:rPr>
        <w:t>Спички</w:t>
      </w:r>
      <w:r w:rsidRPr="00910B85">
        <w:rPr>
          <w:sz w:val="28"/>
          <w:szCs w:val="28"/>
        </w:rPr>
        <w:t xml:space="preserve"> что-то говорят. Спички говорят, что они очень хотят поиграть с нами. Спички предлагают, чтобы мы их зажгли, а спички будут гореть. Всем будет тепло и весело. Итак, я зажигаю спичку. Как здорово! Сама спичка деревянная, а головка у неё из серы. Посмотрите, как спичка быстро вспыхивает, как красиво горит деревянная палочка, огонь такой яркий.- Ой, ребята посмотрите, огонь подкрадывается к моим пальцам. Хочет меня обжечь. Помогите мне. Что надо сделать? </w:t>
      </w:r>
      <w:r>
        <w:rPr>
          <w:sz w:val="28"/>
          <w:szCs w:val="28"/>
        </w:rPr>
        <w:t>Дети: (подуть, бросить на пол.</w:t>
      </w:r>
      <w:r w:rsidRPr="00910B8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10B85">
        <w:rPr>
          <w:sz w:val="28"/>
          <w:szCs w:val="28"/>
        </w:rPr>
        <w:t>Воспитатель: Спасите меня скорее, дуйте.- Ой, спасибо вам ребята, я так испугалась! А вы? А если - бы я бросила горящую спичку на пол, что бы было? Да правильно, загорелся бы ковёр, мебель, занавески, одежда, мы с вами. Вот оказывается, какая большая беда от маленькой спички.</w:t>
      </w:r>
    </w:p>
    <w:p w:rsidR="00182A81" w:rsidRDefault="00182A81" w:rsidP="008C4F96">
      <w:pPr>
        <w:rPr>
          <w:sz w:val="28"/>
          <w:szCs w:val="28"/>
        </w:rPr>
      </w:pPr>
      <w:r>
        <w:rPr>
          <w:sz w:val="28"/>
          <w:szCs w:val="28"/>
        </w:rPr>
        <w:t>- Кто-то из вас баловался спичками?</w:t>
      </w:r>
    </w:p>
    <w:p w:rsidR="00182A81" w:rsidRDefault="00182A81" w:rsidP="008C4F96">
      <w:pPr>
        <w:rPr>
          <w:sz w:val="28"/>
          <w:szCs w:val="28"/>
        </w:rPr>
      </w:pPr>
      <w:r>
        <w:rPr>
          <w:sz w:val="28"/>
          <w:szCs w:val="28"/>
        </w:rPr>
        <w:t>Посмотрите к чему это может привести (слайд 4)</w:t>
      </w:r>
    </w:p>
    <w:p w:rsidR="00182A81" w:rsidRPr="00C51404" w:rsidRDefault="00182A81" w:rsidP="008C4F96">
      <w:pPr>
        <w:rPr>
          <w:b/>
          <w:sz w:val="28"/>
          <w:szCs w:val="28"/>
        </w:rPr>
      </w:pPr>
      <w:r w:rsidRPr="00C51404">
        <w:rPr>
          <w:b/>
          <w:sz w:val="28"/>
          <w:szCs w:val="28"/>
        </w:rPr>
        <w:t>Упражнение «Задуй спичку»</w:t>
      </w:r>
    </w:p>
    <w:p w:rsidR="00182A81" w:rsidRDefault="00182A81" w:rsidP="008C4F96">
      <w:pPr>
        <w:rPr>
          <w:sz w:val="28"/>
          <w:szCs w:val="28"/>
        </w:rPr>
      </w:pPr>
      <w:r>
        <w:rPr>
          <w:sz w:val="28"/>
          <w:szCs w:val="28"/>
        </w:rPr>
        <w:t xml:space="preserve"> Представьте, что в руках у вас спичка погасите ее быстрым выдохом.</w:t>
      </w:r>
    </w:p>
    <w:p w:rsidR="00182A81" w:rsidRDefault="00182A81" w:rsidP="008C4F96">
      <w:pPr>
        <w:rPr>
          <w:sz w:val="28"/>
          <w:szCs w:val="28"/>
        </w:rPr>
      </w:pPr>
      <w:r>
        <w:rPr>
          <w:sz w:val="28"/>
          <w:szCs w:val="28"/>
        </w:rPr>
        <w:t>Сделайте так, чтобы пламя просто колебалось, а не погасло.</w:t>
      </w:r>
    </w:p>
    <w:p w:rsidR="00182A81" w:rsidRPr="00C51404" w:rsidRDefault="00182A81" w:rsidP="008C4F96">
      <w:pPr>
        <w:rPr>
          <w:b/>
          <w:sz w:val="28"/>
          <w:szCs w:val="28"/>
        </w:rPr>
      </w:pPr>
      <w:r w:rsidRPr="00C51404">
        <w:rPr>
          <w:b/>
          <w:sz w:val="28"/>
          <w:szCs w:val="28"/>
        </w:rPr>
        <w:t xml:space="preserve">Физкультминутка   </w:t>
      </w:r>
    </w:p>
    <w:p w:rsidR="00182A81" w:rsidRPr="00B54D4A" w:rsidRDefault="00182A81" w:rsidP="008C4F96">
      <w:pPr>
        <w:rPr>
          <w:sz w:val="28"/>
          <w:szCs w:val="28"/>
        </w:rPr>
      </w:pPr>
      <w:r>
        <w:rPr>
          <w:sz w:val="28"/>
          <w:szCs w:val="28"/>
        </w:rPr>
        <w:t>1 Покажите свое упражнение, которое вместе с родителями выполняли дома в комплексе утренней зарядки.</w:t>
      </w:r>
    </w:p>
    <w:p w:rsidR="00182A81" w:rsidRDefault="00182A81" w:rsidP="008C4F96">
      <w:pPr>
        <w:rPr>
          <w:sz w:val="28"/>
          <w:szCs w:val="28"/>
        </w:rPr>
      </w:pPr>
      <w:r>
        <w:rPr>
          <w:sz w:val="28"/>
          <w:szCs w:val="28"/>
        </w:rPr>
        <w:t>2 В</w:t>
      </w:r>
      <w:r w:rsidRPr="00B54D4A">
        <w:rPr>
          <w:sz w:val="28"/>
          <w:szCs w:val="28"/>
        </w:rPr>
        <w:t xml:space="preserve"> одном селе жили самые счастливые люди. Почему они были счастливы? А оказывается все просто. Они умели дарить радость и добро друг другу. Они протягивали друг руки, ладошки их встречались и вспыхивала теплая крошечная искорка, такая маленькая, что не обжигала, а просто согревала. Давайте протянем друг другу ладошки, передадим друг другу тепло и добро.</w:t>
      </w:r>
    </w:p>
    <w:p w:rsidR="00182A81" w:rsidRPr="00C51404" w:rsidRDefault="00182A81" w:rsidP="008C4F96">
      <w:pPr>
        <w:rPr>
          <w:b/>
          <w:sz w:val="28"/>
          <w:szCs w:val="28"/>
        </w:rPr>
      </w:pPr>
      <w:r w:rsidRPr="00C51404">
        <w:rPr>
          <w:b/>
          <w:sz w:val="28"/>
          <w:szCs w:val="28"/>
        </w:rPr>
        <w:t>Словарная работа</w:t>
      </w:r>
    </w:p>
    <w:p w:rsidR="00182A81" w:rsidRDefault="00182A81" w:rsidP="008C4F96">
      <w:pPr>
        <w:rPr>
          <w:sz w:val="28"/>
          <w:szCs w:val="28"/>
        </w:rPr>
      </w:pPr>
      <w:r>
        <w:rPr>
          <w:sz w:val="28"/>
          <w:szCs w:val="28"/>
        </w:rPr>
        <w:t xml:space="preserve">О ком говорю сейчас я? </w:t>
      </w:r>
    </w:p>
    <w:p w:rsidR="00182A81" w:rsidRDefault="00182A81" w:rsidP="008F73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Ребенок или подросток женского пола. (девочка)</w:t>
      </w:r>
    </w:p>
    <w:p w:rsidR="00182A81" w:rsidRDefault="00182A81" w:rsidP="008F73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Кто запишет слово на доске?</w:t>
      </w:r>
    </w:p>
    <w:p w:rsidR="00182A81" w:rsidRDefault="00182A81" w:rsidP="008F73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Где можно посмотреть правильное написание слова? (орфографический словарь)</w:t>
      </w:r>
    </w:p>
    <w:p w:rsidR="00182A81" w:rsidRDefault="00182A81" w:rsidP="008F73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Нужен ли мягкий знак в этом слове?</w:t>
      </w:r>
    </w:p>
    <w:p w:rsidR="00182A81" w:rsidRDefault="00182A81" w:rsidP="008F73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Закройте глаза и представьте. Что у вас вырос нос как у Буратино. Обмакните его в чернильницу и напишите в воздухе, тогда никогда не забудете, как оно пишется.</w:t>
      </w:r>
    </w:p>
    <w:p w:rsidR="00182A81" w:rsidRPr="00315DA6" w:rsidRDefault="00182A81" w:rsidP="0048491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Подчеркните новую орфограмму</w:t>
      </w:r>
    </w:p>
    <w:p w:rsidR="00182A81" w:rsidRPr="001B28AA" w:rsidRDefault="00182A81" w:rsidP="00484910">
      <w:pPr>
        <w:pStyle w:val="Default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6. </w:t>
      </w:r>
      <w:r w:rsidRPr="001B28AA">
        <w:rPr>
          <w:b/>
          <w:bCs/>
          <w:iCs/>
          <w:sz w:val="28"/>
          <w:szCs w:val="28"/>
        </w:rPr>
        <w:t xml:space="preserve"> Реализ</w:t>
      </w:r>
      <w:r>
        <w:rPr>
          <w:b/>
          <w:bCs/>
          <w:iCs/>
          <w:sz w:val="28"/>
          <w:szCs w:val="28"/>
        </w:rPr>
        <w:t xml:space="preserve">ация построенного проекта. </w:t>
      </w:r>
    </w:p>
    <w:p w:rsidR="00182A81" w:rsidRDefault="00182A81" w:rsidP="00300357">
      <w:pPr>
        <w:pStyle w:val="Default"/>
        <w:rPr>
          <w:sz w:val="28"/>
          <w:szCs w:val="28"/>
        </w:rPr>
      </w:pPr>
      <w:r w:rsidRPr="00484910">
        <w:rPr>
          <w:sz w:val="28"/>
          <w:szCs w:val="28"/>
        </w:rPr>
        <w:t xml:space="preserve">- Как вы думаете, существуют ли другие буквосочетания в русском языке, которые подчиняются этому правилу? </w:t>
      </w:r>
    </w:p>
    <w:p w:rsidR="00182A81" w:rsidRDefault="00182A81" w:rsidP="00300357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Слова для наблюдения:</w:t>
      </w:r>
    </w:p>
    <w:p w:rsidR="00182A81" w:rsidRPr="00EF4FA7" w:rsidRDefault="00182A81" w:rsidP="00C51404">
      <w:pPr>
        <w:rPr>
          <w:sz w:val="32"/>
          <w:szCs w:val="32"/>
        </w:rPr>
      </w:pPr>
      <w:r w:rsidRPr="00EF4FA7">
        <w:rPr>
          <w:sz w:val="32"/>
          <w:szCs w:val="32"/>
        </w:rPr>
        <w:t xml:space="preserve">    почта</w:t>
      </w:r>
      <w:r>
        <w:rPr>
          <w:sz w:val="32"/>
          <w:szCs w:val="32"/>
        </w:rPr>
        <w:t xml:space="preserve">         дочка        ручной      </w:t>
      </w:r>
    </w:p>
    <w:p w:rsidR="00182A81" w:rsidRPr="00EF4FA7" w:rsidRDefault="00182A81" w:rsidP="00C51404">
      <w:pPr>
        <w:rPr>
          <w:sz w:val="32"/>
          <w:szCs w:val="32"/>
        </w:rPr>
      </w:pPr>
      <w:r>
        <w:rPr>
          <w:sz w:val="32"/>
          <w:szCs w:val="32"/>
        </w:rPr>
        <w:t xml:space="preserve">    чтение       ручки       ночник     </w:t>
      </w:r>
    </w:p>
    <w:p w:rsidR="00182A81" w:rsidRPr="00EF4FA7" w:rsidRDefault="00182A81" w:rsidP="00C51404">
      <w:pPr>
        <w:rPr>
          <w:sz w:val="32"/>
          <w:szCs w:val="32"/>
        </w:rPr>
      </w:pPr>
      <w:r>
        <w:rPr>
          <w:sz w:val="32"/>
          <w:szCs w:val="32"/>
        </w:rPr>
        <w:t xml:space="preserve">    ме</w:t>
      </w:r>
      <w:r w:rsidRPr="00EF4FA7">
        <w:rPr>
          <w:sz w:val="32"/>
          <w:szCs w:val="32"/>
        </w:rPr>
        <w:t xml:space="preserve">чта      </w:t>
      </w:r>
      <w:r>
        <w:rPr>
          <w:sz w:val="32"/>
          <w:szCs w:val="32"/>
        </w:rPr>
        <w:t xml:space="preserve">   печка        мучной    </w:t>
      </w:r>
    </w:p>
    <w:p w:rsidR="00182A81" w:rsidRPr="00C51404" w:rsidRDefault="00182A81" w:rsidP="00C51404">
      <w:pPr>
        <w:rPr>
          <w:sz w:val="32"/>
          <w:szCs w:val="32"/>
        </w:rPr>
      </w:pPr>
      <w:r w:rsidRPr="00EF4FA7">
        <w:rPr>
          <w:sz w:val="32"/>
          <w:szCs w:val="32"/>
        </w:rPr>
        <w:t xml:space="preserve">    учтём       </w:t>
      </w:r>
      <w:r>
        <w:rPr>
          <w:sz w:val="32"/>
          <w:szCs w:val="32"/>
        </w:rPr>
        <w:t xml:space="preserve">  почки        начни      </w:t>
      </w:r>
    </w:p>
    <w:p w:rsidR="00182A81" w:rsidRDefault="00182A81" w:rsidP="00D84140">
      <w:pPr>
        <w:rPr>
          <w:sz w:val="28"/>
          <w:szCs w:val="28"/>
        </w:rPr>
      </w:pPr>
      <w:r>
        <w:rPr>
          <w:sz w:val="28"/>
          <w:szCs w:val="28"/>
        </w:rPr>
        <w:t xml:space="preserve">Прочтите эти слова и карандашом подчеркните буквы Ч,  и стоящего соседа справа. </w:t>
      </w:r>
    </w:p>
    <w:p w:rsidR="00182A81" w:rsidRDefault="00182A81" w:rsidP="00D84140">
      <w:pPr>
        <w:rPr>
          <w:sz w:val="28"/>
          <w:szCs w:val="28"/>
        </w:rPr>
      </w:pPr>
      <w:r>
        <w:rPr>
          <w:sz w:val="28"/>
          <w:szCs w:val="28"/>
        </w:rPr>
        <w:t>Проверка по образцу – (слайд 5)</w:t>
      </w:r>
    </w:p>
    <w:p w:rsidR="00182A81" w:rsidRDefault="00182A81" w:rsidP="00D84140">
      <w:pPr>
        <w:rPr>
          <w:sz w:val="28"/>
          <w:szCs w:val="28"/>
        </w:rPr>
      </w:pPr>
      <w:r>
        <w:rPr>
          <w:sz w:val="28"/>
          <w:szCs w:val="28"/>
        </w:rPr>
        <w:t xml:space="preserve">Дети выделили </w:t>
      </w:r>
      <w:r w:rsidRPr="00C73CAB">
        <w:rPr>
          <w:i/>
          <w:sz w:val="28"/>
          <w:szCs w:val="28"/>
          <w:u w:val="single"/>
        </w:rPr>
        <w:t>ЧК</w:t>
      </w:r>
      <w:r>
        <w:rPr>
          <w:sz w:val="28"/>
          <w:szCs w:val="28"/>
        </w:rPr>
        <w:t xml:space="preserve">, </w:t>
      </w:r>
      <w:r w:rsidRPr="00C73CAB">
        <w:rPr>
          <w:i/>
          <w:sz w:val="28"/>
          <w:szCs w:val="28"/>
          <w:u w:val="single"/>
        </w:rPr>
        <w:t>ЧН</w:t>
      </w:r>
      <w:r>
        <w:rPr>
          <w:sz w:val="28"/>
          <w:szCs w:val="28"/>
        </w:rPr>
        <w:t xml:space="preserve">, </w:t>
      </w:r>
      <w:r w:rsidRPr="00C73CAB">
        <w:rPr>
          <w:i/>
          <w:sz w:val="28"/>
          <w:szCs w:val="28"/>
          <w:u w:val="single"/>
        </w:rPr>
        <w:t>ЧТ</w:t>
      </w:r>
      <w:r>
        <w:rPr>
          <w:sz w:val="28"/>
          <w:szCs w:val="28"/>
        </w:rPr>
        <w:t>,  и обнаружили что по соседству с буквой Ч « живут» ещё знаки- буквы Т, Н, ещё раз убеждаются, что после букв Ч  перед согласным</w:t>
      </w:r>
      <w:r w:rsidRPr="00E73C24">
        <w:rPr>
          <w:sz w:val="28"/>
          <w:szCs w:val="28"/>
        </w:rPr>
        <w:t xml:space="preserve"> </w:t>
      </w:r>
      <w:r>
        <w:rPr>
          <w:sz w:val="28"/>
          <w:szCs w:val="28"/>
        </w:rPr>
        <w:t>К, Н, Т мягкий знак не пишется).</w:t>
      </w:r>
    </w:p>
    <w:p w:rsidR="00182A81" w:rsidRDefault="00182A81" w:rsidP="00736EDC">
      <w:pPr>
        <w:rPr>
          <w:sz w:val="28"/>
          <w:szCs w:val="28"/>
        </w:rPr>
      </w:pPr>
      <w:r>
        <w:rPr>
          <w:sz w:val="28"/>
          <w:szCs w:val="28"/>
        </w:rPr>
        <w:t xml:space="preserve">- Какой можно сделать вывод? (В сочетаниях </w:t>
      </w:r>
      <w:r w:rsidRPr="00C73CAB">
        <w:rPr>
          <w:i/>
          <w:sz w:val="28"/>
          <w:szCs w:val="28"/>
          <w:u w:val="single"/>
        </w:rPr>
        <w:t>ЧК</w:t>
      </w:r>
      <w:r>
        <w:rPr>
          <w:sz w:val="28"/>
          <w:szCs w:val="28"/>
        </w:rPr>
        <w:t xml:space="preserve">, </w:t>
      </w:r>
      <w:r w:rsidRPr="00C73CAB">
        <w:rPr>
          <w:i/>
          <w:sz w:val="28"/>
          <w:szCs w:val="28"/>
          <w:u w:val="single"/>
        </w:rPr>
        <w:t>ЧН</w:t>
      </w:r>
      <w:r>
        <w:rPr>
          <w:sz w:val="28"/>
          <w:szCs w:val="28"/>
        </w:rPr>
        <w:t xml:space="preserve">, </w:t>
      </w:r>
      <w:r w:rsidRPr="00C73CAB">
        <w:rPr>
          <w:i/>
          <w:sz w:val="28"/>
          <w:szCs w:val="28"/>
          <w:u w:val="single"/>
        </w:rPr>
        <w:t>ЧТ</w:t>
      </w:r>
      <w:r>
        <w:rPr>
          <w:sz w:val="28"/>
          <w:szCs w:val="28"/>
        </w:rPr>
        <w:t>,   Ь мягкий знак не пишется)</w:t>
      </w:r>
    </w:p>
    <w:p w:rsidR="00182A81" w:rsidRPr="00813A3E" w:rsidRDefault="00182A81" w:rsidP="006523CA">
      <w:pPr>
        <w:rPr>
          <w:sz w:val="28"/>
          <w:szCs w:val="28"/>
        </w:rPr>
      </w:pPr>
      <w:r w:rsidRPr="00813A3E">
        <w:rPr>
          <w:sz w:val="28"/>
          <w:szCs w:val="28"/>
        </w:rPr>
        <w:t xml:space="preserve">    почта         дочка        ручной      </w:t>
      </w:r>
    </w:p>
    <w:p w:rsidR="00182A81" w:rsidRPr="00813A3E" w:rsidRDefault="00182A81" w:rsidP="006523CA">
      <w:pPr>
        <w:rPr>
          <w:sz w:val="28"/>
          <w:szCs w:val="28"/>
        </w:rPr>
      </w:pPr>
      <w:r w:rsidRPr="00813A3E">
        <w:rPr>
          <w:sz w:val="28"/>
          <w:szCs w:val="28"/>
        </w:rPr>
        <w:t xml:space="preserve">    чтение       ручки       ночник     </w:t>
      </w:r>
    </w:p>
    <w:p w:rsidR="00182A81" w:rsidRPr="00813A3E" w:rsidRDefault="00182A81" w:rsidP="006523CA">
      <w:pPr>
        <w:rPr>
          <w:sz w:val="28"/>
          <w:szCs w:val="28"/>
        </w:rPr>
      </w:pPr>
      <w:r w:rsidRPr="00813A3E">
        <w:rPr>
          <w:sz w:val="28"/>
          <w:szCs w:val="28"/>
        </w:rPr>
        <w:t xml:space="preserve">    мечта         печка        мучной    </w:t>
      </w:r>
    </w:p>
    <w:p w:rsidR="00182A81" w:rsidRPr="00813A3E" w:rsidRDefault="00182A81" w:rsidP="00736EDC">
      <w:pPr>
        <w:rPr>
          <w:sz w:val="28"/>
          <w:szCs w:val="28"/>
        </w:rPr>
      </w:pPr>
      <w:r w:rsidRPr="00813A3E">
        <w:rPr>
          <w:sz w:val="28"/>
          <w:szCs w:val="28"/>
        </w:rPr>
        <w:t xml:space="preserve">    учтём         почки        начни      </w:t>
      </w:r>
    </w:p>
    <w:p w:rsidR="00182A81" w:rsidRDefault="00182A81" w:rsidP="0030035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Открою вам секрет, что в русском языке есть еще и другие сочетания, которые подчиняются этому правилу:  их нам предстоит узнать на следующих уроках русского языка. </w:t>
      </w:r>
    </w:p>
    <w:p w:rsidR="00182A81" w:rsidRDefault="00182A81" w:rsidP="0030035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Я предлагаю вам сравнить наш вывод с правилом в учебнике на с.111. </w:t>
      </w:r>
    </w:p>
    <w:p w:rsidR="00182A81" w:rsidRPr="00D84140" w:rsidRDefault="00182A81" w:rsidP="00D84140">
      <w:pPr>
        <w:rPr>
          <w:sz w:val="28"/>
          <w:szCs w:val="28"/>
        </w:rPr>
      </w:pPr>
      <w:r>
        <w:rPr>
          <w:sz w:val="28"/>
          <w:szCs w:val="28"/>
        </w:rPr>
        <w:t>- Оно чем-</w:t>
      </w:r>
      <w:r w:rsidRPr="00D84140">
        <w:rPr>
          <w:sz w:val="28"/>
          <w:szCs w:val="28"/>
        </w:rPr>
        <w:t xml:space="preserve">нибудь отличается от нашего с вами вывода? </w:t>
      </w:r>
      <w:r w:rsidRPr="00D84140">
        <w:rPr>
          <w:i/>
          <w:iCs/>
          <w:sz w:val="28"/>
          <w:szCs w:val="28"/>
        </w:rPr>
        <w:t xml:space="preserve">(нет) </w:t>
      </w:r>
      <w:r w:rsidRPr="00D84140">
        <w:rPr>
          <w:sz w:val="28"/>
          <w:szCs w:val="28"/>
        </w:rPr>
        <w:t xml:space="preserve">Я в очередной раз горжусь вашими успехами и не устаю говорить: вы мои маленькие ученые. </w:t>
      </w:r>
    </w:p>
    <w:p w:rsidR="00182A81" w:rsidRDefault="00182A81" w:rsidP="00D84140">
      <w:pPr>
        <w:rPr>
          <w:b/>
          <w:i/>
          <w:sz w:val="32"/>
          <w:szCs w:val="32"/>
        </w:rPr>
      </w:pPr>
      <w:r w:rsidRPr="00D84140">
        <w:rPr>
          <w:sz w:val="28"/>
          <w:szCs w:val="28"/>
        </w:rPr>
        <w:t xml:space="preserve">- А кто готов повторить правило и привести свои примеры? (ученик повторяет, приводя свои примеры) </w:t>
      </w:r>
    </w:p>
    <w:p w:rsidR="00182A81" w:rsidRPr="00736EDC" w:rsidRDefault="00182A81" w:rsidP="00D84140">
      <w:pPr>
        <w:rPr>
          <w:b/>
          <w:sz w:val="28"/>
          <w:szCs w:val="28"/>
        </w:rPr>
      </w:pPr>
      <w:r w:rsidRPr="00736EDC">
        <w:rPr>
          <w:b/>
          <w:bCs/>
          <w:iCs/>
          <w:sz w:val="28"/>
          <w:szCs w:val="28"/>
        </w:rPr>
        <w:t xml:space="preserve">7. Первичное закрепление и проговаривание во внешней речи </w:t>
      </w:r>
    </w:p>
    <w:p w:rsidR="00182A81" w:rsidRPr="00D84140" w:rsidRDefault="00182A81" w:rsidP="00D84140">
      <w:pPr>
        <w:rPr>
          <w:sz w:val="28"/>
          <w:szCs w:val="28"/>
        </w:rPr>
      </w:pPr>
      <w:r w:rsidRPr="00D84140">
        <w:rPr>
          <w:sz w:val="28"/>
          <w:szCs w:val="28"/>
        </w:rPr>
        <w:t xml:space="preserve">- Откройте, пожалуйста, упр. 3 (с.111) </w:t>
      </w:r>
      <w:r w:rsidRPr="00D84140">
        <w:rPr>
          <w:b/>
          <w:bCs/>
          <w:i/>
          <w:iCs/>
          <w:sz w:val="28"/>
          <w:szCs w:val="28"/>
        </w:rPr>
        <w:t xml:space="preserve"> </w:t>
      </w:r>
    </w:p>
    <w:p w:rsidR="00182A81" w:rsidRDefault="00182A81" w:rsidP="00D84140">
      <w:pPr>
        <w:rPr>
          <w:sz w:val="28"/>
          <w:szCs w:val="28"/>
        </w:rPr>
      </w:pPr>
      <w:r w:rsidRPr="00D84140">
        <w:rPr>
          <w:sz w:val="28"/>
          <w:szCs w:val="28"/>
        </w:rPr>
        <w:t xml:space="preserve">- Прочитайте задание. </w:t>
      </w:r>
    </w:p>
    <w:p w:rsidR="00182A81" w:rsidRPr="00D84140" w:rsidRDefault="00182A81" w:rsidP="00D84140">
      <w:pPr>
        <w:rPr>
          <w:sz w:val="28"/>
          <w:szCs w:val="28"/>
        </w:rPr>
      </w:pPr>
      <w:r>
        <w:rPr>
          <w:sz w:val="28"/>
          <w:szCs w:val="28"/>
        </w:rPr>
        <w:t>Выполните.</w:t>
      </w:r>
    </w:p>
    <w:p w:rsidR="00182A81" w:rsidRPr="00D84140" w:rsidRDefault="00182A81" w:rsidP="00D84140">
      <w:pPr>
        <w:rPr>
          <w:sz w:val="28"/>
          <w:szCs w:val="28"/>
        </w:rPr>
      </w:pPr>
      <w:r w:rsidRPr="00D84140">
        <w:rPr>
          <w:sz w:val="28"/>
          <w:szCs w:val="28"/>
        </w:rPr>
        <w:t xml:space="preserve">- О чем нам нужно помнить при написании слов с буквосочетаниями ЧК, ЧН, </w:t>
      </w:r>
      <w:r>
        <w:rPr>
          <w:sz w:val="28"/>
          <w:szCs w:val="28"/>
        </w:rPr>
        <w:t xml:space="preserve">ЧТ. </w:t>
      </w:r>
      <w:r w:rsidRPr="00D84140">
        <w:rPr>
          <w:sz w:val="28"/>
          <w:szCs w:val="28"/>
        </w:rPr>
        <w:t xml:space="preserve"> (</w:t>
      </w:r>
      <w:r w:rsidRPr="00D84140">
        <w:rPr>
          <w:i/>
          <w:iCs/>
          <w:sz w:val="28"/>
          <w:szCs w:val="28"/>
        </w:rPr>
        <w:t>Слова с этими буквосочетаниями пишутся без мягкого знака</w:t>
      </w:r>
      <w:r w:rsidRPr="00D84140">
        <w:rPr>
          <w:sz w:val="28"/>
          <w:szCs w:val="28"/>
        </w:rPr>
        <w:t xml:space="preserve">) </w:t>
      </w:r>
    </w:p>
    <w:p w:rsidR="00182A81" w:rsidRPr="001B28AA" w:rsidRDefault="00182A81" w:rsidP="00D84140">
      <w:pPr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8</w:t>
      </w:r>
      <w:r w:rsidRPr="001B28AA">
        <w:rPr>
          <w:b/>
          <w:bCs/>
          <w:iCs/>
          <w:sz w:val="28"/>
          <w:szCs w:val="28"/>
        </w:rPr>
        <w:t>. Рефлексия учеб</w:t>
      </w:r>
      <w:r>
        <w:rPr>
          <w:b/>
          <w:bCs/>
          <w:iCs/>
          <w:sz w:val="28"/>
          <w:szCs w:val="28"/>
        </w:rPr>
        <w:t xml:space="preserve">ной деятельности на уроке. </w:t>
      </w:r>
    </w:p>
    <w:p w:rsidR="00182A81" w:rsidRPr="00D84140" w:rsidRDefault="00182A81" w:rsidP="00D84140">
      <w:pPr>
        <w:rPr>
          <w:sz w:val="28"/>
          <w:szCs w:val="28"/>
        </w:rPr>
      </w:pPr>
      <w:r w:rsidRPr="00D84140">
        <w:rPr>
          <w:sz w:val="28"/>
          <w:szCs w:val="28"/>
        </w:rPr>
        <w:t>- Какое открытие мы сделали сегодня на уроке? (ответы детей:</w:t>
      </w:r>
      <w:r>
        <w:rPr>
          <w:sz w:val="28"/>
          <w:szCs w:val="28"/>
        </w:rPr>
        <w:t xml:space="preserve"> ЧК, ЧН,</w:t>
      </w:r>
      <w:r w:rsidRPr="00D84140">
        <w:rPr>
          <w:sz w:val="28"/>
          <w:szCs w:val="28"/>
        </w:rPr>
        <w:t xml:space="preserve"> пишутся без Ь) </w:t>
      </w:r>
    </w:p>
    <w:p w:rsidR="00182A81" w:rsidRPr="00D84140" w:rsidRDefault="00182A81" w:rsidP="00D84140">
      <w:pPr>
        <w:rPr>
          <w:sz w:val="28"/>
          <w:szCs w:val="28"/>
        </w:rPr>
      </w:pPr>
      <w:r w:rsidRPr="00D84140">
        <w:rPr>
          <w:sz w:val="28"/>
          <w:szCs w:val="28"/>
        </w:rPr>
        <w:t xml:space="preserve">- Вспомните, с какой трудностью мы столкнулись в начале урока? </w:t>
      </w:r>
    </w:p>
    <w:p w:rsidR="00182A81" w:rsidRPr="00D84140" w:rsidRDefault="00182A81" w:rsidP="00D84140">
      <w:pPr>
        <w:rPr>
          <w:sz w:val="28"/>
          <w:szCs w:val="28"/>
        </w:rPr>
      </w:pPr>
      <w:r w:rsidRPr="00D84140">
        <w:rPr>
          <w:sz w:val="28"/>
          <w:szCs w:val="28"/>
        </w:rPr>
        <w:t xml:space="preserve">- Как вы считаете, наш урок достиг цели, которую мы сформулировали вначале урока? </w:t>
      </w:r>
    </w:p>
    <w:p w:rsidR="00182A81" w:rsidRPr="00D84140" w:rsidRDefault="00182A81" w:rsidP="00D84140">
      <w:pPr>
        <w:rPr>
          <w:sz w:val="28"/>
          <w:szCs w:val="28"/>
        </w:rPr>
      </w:pPr>
      <w:r w:rsidRPr="00D84140">
        <w:rPr>
          <w:sz w:val="28"/>
          <w:szCs w:val="28"/>
        </w:rPr>
        <w:t xml:space="preserve">- Что вам показалось важным на уроке? </w:t>
      </w:r>
    </w:p>
    <w:p w:rsidR="00182A81" w:rsidRPr="00D84140" w:rsidRDefault="00182A81" w:rsidP="00D84140">
      <w:pPr>
        <w:rPr>
          <w:sz w:val="28"/>
          <w:szCs w:val="28"/>
        </w:rPr>
      </w:pPr>
      <w:r w:rsidRPr="00D84140">
        <w:rPr>
          <w:sz w:val="28"/>
          <w:szCs w:val="28"/>
        </w:rPr>
        <w:t xml:space="preserve">- Ваши ожидания оправдались? </w:t>
      </w:r>
    </w:p>
    <w:p w:rsidR="00182A81" w:rsidRDefault="00182A81" w:rsidP="00300357">
      <w:pPr>
        <w:pStyle w:val="Default"/>
        <w:rPr>
          <w:sz w:val="28"/>
          <w:szCs w:val="28"/>
        </w:rPr>
      </w:pPr>
    </w:p>
    <w:p w:rsidR="00182A81" w:rsidRDefault="00182A81" w:rsidP="00300357">
      <w:pPr>
        <w:pStyle w:val="Default"/>
        <w:rPr>
          <w:sz w:val="28"/>
          <w:szCs w:val="28"/>
        </w:rPr>
      </w:pPr>
    </w:p>
    <w:p w:rsidR="00182A81" w:rsidRDefault="00182A81" w:rsidP="00300357">
      <w:pPr>
        <w:pStyle w:val="Default"/>
        <w:rPr>
          <w:sz w:val="28"/>
          <w:szCs w:val="28"/>
        </w:rPr>
      </w:pPr>
    </w:p>
    <w:p w:rsidR="00182A81" w:rsidRDefault="00182A81" w:rsidP="00300357">
      <w:pPr>
        <w:pStyle w:val="Default"/>
        <w:rPr>
          <w:sz w:val="28"/>
          <w:szCs w:val="28"/>
        </w:rPr>
      </w:pPr>
    </w:p>
    <w:p w:rsidR="00182A81" w:rsidRPr="008A6E9A" w:rsidRDefault="00182A81" w:rsidP="00300357">
      <w:pPr>
        <w:pStyle w:val="Default"/>
        <w:rPr>
          <w:sz w:val="28"/>
          <w:szCs w:val="28"/>
          <w:lang w:val="en-US"/>
        </w:rPr>
      </w:pPr>
    </w:p>
    <w:p w:rsidR="00182A81" w:rsidRDefault="00182A81" w:rsidP="00315DA6">
      <w:r>
        <w:t xml:space="preserve">. </w:t>
      </w:r>
    </w:p>
    <w:p w:rsidR="00182A81" w:rsidRPr="009C3F3B" w:rsidRDefault="00182A81" w:rsidP="009C3F3B">
      <w:pPr>
        <w:pStyle w:val="Default"/>
        <w:rPr>
          <w:b/>
          <w:sz w:val="190"/>
          <w:szCs w:val="190"/>
        </w:rPr>
      </w:pPr>
      <w:r w:rsidRPr="009C3F3B">
        <w:rPr>
          <w:b/>
          <w:sz w:val="190"/>
          <w:szCs w:val="190"/>
        </w:rPr>
        <w:t xml:space="preserve">НАБЛЮДАЮ </w:t>
      </w:r>
    </w:p>
    <w:p w:rsidR="00182A81" w:rsidRPr="009C3F3B" w:rsidRDefault="00182A81" w:rsidP="009C3F3B">
      <w:pPr>
        <w:pStyle w:val="Default"/>
        <w:rPr>
          <w:b/>
          <w:sz w:val="190"/>
          <w:szCs w:val="190"/>
        </w:rPr>
      </w:pPr>
      <w:r w:rsidRPr="009C3F3B">
        <w:rPr>
          <w:b/>
          <w:sz w:val="190"/>
          <w:szCs w:val="190"/>
        </w:rPr>
        <w:t xml:space="preserve">ЗАМЕЧАЮ </w:t>
      </w:r>
    </w:p>
    <w:p w:rsidR="00182A81" w:rsidRPr="009C3F3B" w:rsidRDefault="00182A81" w:rsidP="009C3F3B">
      <w:pPr>
        <w:pStyle w:val="Default"/>
        <w:rPr>
          <w:b/>
          <w:sz w:val="190"/>
          <w:szCs w:val="190"/>
        </w:rPr>
      </w:pPr>
      <w:r w:rsidRPr="009C3F3B">
        <w:rPr>
          <w:b/>
          <w:sz w:val="190"/>
          <w:szCs w:val="190"/>
        </w:rPr>
        <w:t xml:space="preserve">РАЗМЫШЛЯЮ </w:t>
      </w:r>
    </w:p>
    <w:p w:rsidR="00182A81" w:rsidRPr="009C3F3B" w:rsidRDefault="00182A81" w:rsidP="009C3F3B">
      <w:pPr>
        <w:pStyle w:val="Default"/>
        <w:rPr>
          <w:b/>
          <w:sz w:val="188"/>
          <w:szCs w:val="188"/>
        </w:rPr>
      </w:pPr>
      <w:r w:rsidRPr="009C3F3B">
        <w:rPr>
          <w:b/>
          <w:sz w:val="188"/>
          <w:szCs w:val="188"/>
        </w:rPr>
        <w:t xml:space="preserve">ДЕЛАЮ ВЫВОД </w:t>
      </w:r>
    </w:p>
    <w:p w:rsidR="00182A81" w:rsidRDefault="00182A81" w:rsidP="00300357">
      <w:pPr>
        <w:rPr>
          <w:b/>
          <w:sz w:val="200"/>
          <w:szCs w:val="200"/>
        </w:rPr>
      </w:pPr>
      <w:r>
        <w:rPr>
          <w:b/>
          <w:sz w:val="200"/>
          <w:szCs w:val="200"/>
        </w:rPr>
        <w:t>СПИЧЬКИ</w:t>
      </w:r>
    </w:p>
    <w:p w:rsidR="00182A81" w:rsidRDefault="00182A81" w:rsidP="00300357">
      <w:pPr>
        <w:rPr>
          <w:b/>
          <w:sz w:val="200"/>
          <w:szCs w:val="200"/>
        </w:rPr>
      </w:pPr>
    </w:p>
    <w:p w:rsidR="00182A81" w:rsidRDefault="00182A81" w:rsidP="00300357">
      <w:pPr>
        <w:rPr>
          <w:b/>
          <w:sz w:val="200"/>
          <w:szCs w:val="200"/>
        </w:rPr>
      </w:pPr>
      <w:r>
        <w:rPr>
          <w:b/>
          <w:sz w:val="200"/>
          <w:szCs w:val="200"/>
        </w:rPr>
        <w:t>СПИЧКИ</w:t>
      </w:r>
    </w:p>
    <w:p w:rsidR="00182A81" w:rsidRDefault="00182A81" w:rsidP="00300357">
      <w:pPr>
        <w:rPr>
          <w:b/>
          <w:outline/>
          <w:color w:val="4F81BD"/>
          <w:sz w:val="220"/>
          <w:szCs w:val="220"/>
        </w:rPr>
      </w:pPr>
    </w:p>
    <w:p w:rsidR="00182A81" w:rsidRPr="00157A11" w:rsidRDefault="00182A81" w:rsidP="00157A11">
      <w:pPr>
        <w:jc w:val="center"/>
        <w:rPr>
          <w:b/>
          <w:outline/>
          <w:color w:val="4F81BD"/>
          <w:sz w:val="280"/>
          <w:szCs w:val="280"/>
        </w:rPr>
      </w:pPr>
      <w:r w:rsidRPr="00157A11">
        <w:rPr>
          <w:b/>
          <w:outline/>
          <w:color w:val="4F81BD"/>
          <w:sz w:val="280"/>
          <w:szCs w:val="280"/>
        </w:rPr>
        <w:t>ЧК, ЧН, ЧТ</w:t>
      </w:r>
    </w:p>
    <w:p w:rsidR="00182A81" w:rsidRPr="00157A11" w:rsidRDefault="00182A81" w:rsidP="00157A11">
      <w:pPr>
        <w:jc w:val="center"/>
        <w:rPr>
          <w:b/>
          <w:outline/>
          <w:color w:val="4F81BD"/>
          <w:sz w:val="280"/>
          <w:szCs w:val="280"/>
        </w:rPr>
      </w:pPr>
    </w:p>
    <w:p w:rsidR="00182A81" w:rsidRPr="00157A11" w:rsidRDefault="00182A81" w:rsidP="00157A11">
      <w:pPr>
        <w:jc w:val="center"/>
        <w:rPr>
          <w:b/>
          <w:caps/>
          <w:outline/>
          <w:color w:val="8064A2"/>
          <w:sz w:val="300"/>
          <w:szCs w:val="300"/>
        </w:rPr>
      </w:pPr>
      <w:r w:rsidRPr="00157A11">
        <w:rPr>
          <w:b/>
          <w:outline/>
          <w:color w:val="4F81BD"/>
          <w:sz w:val="300"/>
          <w:szCs w:val="300"/>
        </w:rPr>
        <w:t>Ь</w:t>
      </w:r>
    </w:p>
    <w:p w:rsidR="00182A81" w:rsidRPr="00F07B64" w:rsidRDefault="00182A81">
      <w:pPr>
        <w:jc w:val="center"/>
        <w:rPr>
          <w:b/>
          <w:outline/>
          <w:color w:val="4F81BD"/>
          <w:sz w:val="320"/>
          <w:szCs w:val="320"/>
        </w:rPr>
      </w:pPr>
      <w:r w:rsidRPr="00F07B64">
        <w:rPr>
          <w:b/>
          <w:outline/>
          <w:color w:val="4F81BD"/>
          <w:sz w:val="320"/>
          <w:szCs w:val="320"/>
        </w:rPr>
        <w:t xml:space="preserve">ЧК   </w:t>
      </w:r>
      <w:r>
        <w:rPr>
          <w:b/>
          <w:outline/>
          <w:color w:val="4F81BD"/>
          <w:sz w:val="320"/>
          <w:szCs w:val="320"/>
        </w:rPr>
        <w:t>ЧН</w:t>
      </w:r>
      <w:r w:rsidRPr="00F07B64">
        <w:rPr>
          <w:b/>
          <w:outline/>
          <w:color w:val="4F81BD"/>
          <w:sz w:val="320"/>
          <w:szCs w:val="320"/>
        </w:rPr>
        <w:t xml:space="preserve">  ЧТ</w:t>
      </w:r>
    </w:p>
    <w:sectPr w:rsidR="00182A81" w:rsidRPr="00F07B64" w:rsidSect="009C3F3B">
      <w:pgSz w:w="16838" w:h="11906" w:orient="landscape"/>
      <w:pgMar w:top="85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688A5C"/>
    <w:multiLevelType w:val="hybridMultilevel"/>
    <w:tmpl w:val="3BF61F4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2">
    <w:nsid w:val="3CA554E4"/>
    <w:multiLevelType w:val="hybridMultilevel"/>
    <w:tmpl w:val="09A68E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6E77B0"/>
    <w:multiLevelType w:val="hybridMultilevel"/>
    <w:tmpl w:val="08C23B3C"/>
    <w:lvl w:ilvl="0" w:tplc="F176CF02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2E7E99"/>
    <w:multiLevelType w:val="hybridMultilevel"/>
    <w:tmpl w:val="443C1B6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0DB3"/>
    <w:rsid w:val="00022777"/>
    <w:rsid w:val="000258E2"/>
    <w:rsid w:val="00046151"/>
    <w:rsid w:val="000461B0"/>
    <w:rsid w:val="00061A9E"/>
    <w:rsid w:val="000704C4"/>
    <w:rsid w:val="000E0DB3"/>
    <w:rsid w:val="00124FAC"/>
    <w:rsid w:val="00157A11"/>
    <w:rsid w:val="001644DA"/>
    <w:rsid w:val="001712A2"/>
    <w:rsid w:val="00182A81"/>
    <w:rsid w:val="0019027B"/>
    <w:rsid w:val="001B28AA"/>
    <w:rsid w:val="0020693B"/>
    <w:rsid w:val="00271BE5"/>
    <w:rsid w:val="00300357"/>
    <w:rsid w:val="00315DA6"/>
    <w:rsid w:val="00353125"/>
    <w:rsid w:val="00397DBA"/>
    <w:rsid w:val="003B0CC1"/>
    <w:rsid w:val="00405958"/>
    <w:rsid w:val="00484910"/>
    <w:rsid w:val="004F071D"/>
    <w:rsid w:val="005B605C"/>
    <w:rsid w:val="005C631D"/>
    <w:rsid w:val="006446DC"/>
    <w:rsid w:val="00651260"/>
    <w:rsid w:val="00651EDE"/>
    <w:rsid w:val="006523CA"/>
    <w:rsid w:val="00672D97"/>
    <w:rsid w:val="00732963"/>
    <w:rsid w:val="00736EDC"/>
    <w:rsid w:val="00746008"/>
    <w:rsid w:val="00753369"/>
    <w:rsid w:val="00813A3E"/>
    <w:rsid w:val="0085035F"/>
    <w:rsid w:val="008A6E9A"/>
    <w:rsid w:val="008C4F96"/>
    <w:rsid w:val="008F66D4"/>
    <w:rsid w:val="008F73C9"/>
    <w:rsid w:val="00910B85"/>
    <w:rsid w:val="009121D4"/>
    <w:rsid w:val="00981CEB"/>
    <w:rsid w:val="009C3F3B"/>
    <w:rsid w:val="00A002D1"/>
    <w:rsid w:val="00A06906"/>
    <w:rsid w:val="00A6058A"/>
    <w:rsid w:val="00A606D0"/>
    <w:rsid w:val="00AB6472"/>
    <w:rsid w:val="00AF3846"/>
    <w:rsid w:val="00B54D4A"/>
    <w:rsid w:val="00BF7073"/>
    <w:rsid w:val="00C51404"/>
    <w:rsid w:val="00C6700A"/>
    <w:rsid w:val="00C73CAB"/>
    <w:rsid w:val="00CF4684"/>
    <w:rsid w:val="00D072DB"/>
    <w:rsid w:val="00D56168"/>
    <w:rsid w:val="00D7296E"/>
    <w:rsid w:val="00D84140"/>
    <w:rsid w:val="00D927E5"/>
    <w:rsid w:val="00DD76DE"/>
    <w:rsid w:val="00DF2D69"/>
    <w:rsid w:val="00E73C24"/>
    <w:rsid w:val="00EF4FA7"/>
    <w:rsid w:val="00F07B64"/>
    <w:rsid w:val="00F1233D"/>
    <w:rsid w:val="00F27C23"/>
    <w:rsid w:val="00F36D8B"/>
    <w:rsid w:val="00F45029"/>
    <w:rsid w:val="00F52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DB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600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600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E0D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0DB3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3003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258E2"/>
    <w:rPr>
      <w:rFonts w:cs="Times New Roman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0258E2"/>
    <w:pPr>
      <w:widowControl w:val="0"/>
      <w:shd w:val="clear" w:color="auto" w:fill="FFFFFF"/>
      <w:spacing w:line="240" w:lineRule="atLeast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686D69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DefaultParagraphFont"/>
    <w:uiPriority w:val="99"/>
    <w:semiHidden/>
    <w:rsid w:val="000258E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0258E2"/>
    <w:rPr>
      <w:rFonts w:cs="Times New Roman"/>
      <w:i/>
      <w:iCs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0258E2"/>
    <w:pPr>
      <w:widowControl w:val="0"/>
      <w:shd w:val="clear" w:color="auto" w:fill="FFFFFF"/>
      <w:spacing w:line="227" w:lineRule="exact"/>
      <w:ind w:hanging="220"/>
      <w:jc w:val="both"/>
    </w:pPr>
    <w:rPr>
      <w:rFonts w:ascii="Calibri" w:eastAsia="Calibri" w:hAnsi="Calibri"/>
      <w:i/>
      <w:iCs/>
      <w:sz w:val="22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74600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46008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NoSpacing">
    <w:name w:val="No Spacing"/>
    <w:uiPriority w:val="99"/>
    <w:qFormat/>
    <w:rsid w:val="00F36D8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914</TotalTime>
  <Pages>10</Pages>
  <Words>1473</Words>
  <Characters>8402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26</cp:revision>
  <dcterms:created xsi:type="dcterms:W3CDTF">2014-05-06T13:44:00Z</dcterms:created>
  <dcterms:modified xsi:type="dcterms:W3CDTF">2004-08-25T21:40:00Z</dcterms:modified>
</cp:coreProperties>
</file>